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347" w:rsidRDefault="00EF3570" w:rsidP="00C0237B">
      <w:pPr>
        <w:rPr>
          <w:rFonts w:ascii="Arial Narrow" w:hAnsi="Arial Narrow"/>
          <w:b/>
          <w:i/>
          <w:sz w:val="18"/>
          <w:szCs w:val="18"/>
        </w:rPr>
      </w:pPr>
      <w:r>
        <w:rPr>
          <w:rFonts w:ascii="Arial Narrow" w:hAnsi="Arial Narrow"/>
          <w:b/>
          <w:i/>
          <w:sz w:val="18"/>
          <w:szCs w:val="18"/>
        </w:rPr>
        <w:t>Introduction</w:t>
      </w:r>
    </w:p>
    <w:p w:rsidR="00AC6A83" w:rsidRDefault="00AC6A83" w:rsidP="00C0237B">
      <w:pPr>
        <w:rPr>
          <w:rFonts w:ascii="Arial Narrow" w:hAnsi="Arial Narrow"/>
          <w:b/>
          <w:i/>
          <w:sz w:val="18"/>
          <w:szCs w:val="18"/>
        </w:rPr>
      </w:pPr>
    </w:p>
    <w:p w:rsidR="006C65CE" w:rsidRDefault="006C65CE" w:rsidP="006C65CE">
      <w:pPr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 xml:space="preserve">This document is part of the documentation required to ask for a FAI/CIA Sanction for an </w:t>
      </w:r>
      <w:r w:rsidR="00D114C6">
        <w:rPr>
          <w:rFonts w:ascii="Arial Narrow" w:hAnsi="Arial Narrow"/>
          <w:i/>
          <w:sz w:val="18"/>
          <w:szCs w:val="18"/>
        </w:rPr>
        <w:t xml:space="preserve">official </w:t>
      </w:r>
      <w:r>
        <w:rPr>
          <w:rFonts w:ascii="Arial Narrow" w:hAnsi="Arial Narrow"/>
          <w:i/>
          <w:sz w:val="18"/>
          <w:szCs w:val="18"/>
        </w:rPr>
        <w:t xml:space="preserve">event. </w:t>
      </w:r>
    </w:p>
    <w:p w:rsidR="006C65CE" w:rsidRDefault="006C65CE" w:rsidP="006C65CE">
      <w:pPr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>It helps the Organizer with the event planning, pro</w:t>
      </w:r>
      <w:r w:rsidRPr="006C65CE">
        <w:rPr>
          <w:rFonts w:ascii="Arial Narrow" w:hAnsi="Arial Narrow"/>
          <w:i/>
          <w:sz w:val="18"/>
          <w:szCs w:val="18"/>
        </w:rPr>
        <w:t>vide detail information to CIA Delegates to approve the event</w:t>
      </w:r>
      <w:r>
        <w:rPr>
          <w:rFonts w:ascii="Arial Narrow" w:hAnsi="Arial Narrow"/>
          <w:i/>
          <w:sz w:val="18"/>
          <w:szCs w:val="18"/>
        </w:rPr>
        <w:t xml:space="preserve"> at the CIA Plenary</w:t>
      </w:r>
      <w:r w:rsidRPr="006C65CE">
        <w:rPr>
          <w:rFonts w:ascii="Arial Narrow" w:hAnsi="Arial Narrow"/>
          <w:i/>
          <w:sz w:val="18"/>
          <w:szCs w:val="18"/>
        </w:rPr>
        <w:t>, provide information to competitors and officials so they would</w:t>
      </w:r>
      <w:r>
        <w:rPr>
          <w:rFonts w:ascii="Arial Narrow" w:hAnsi="Arial Narrow"/>
          <w:i/>
          <w:sz w:val="18"/>
          <w:szCs w:val="18"/>
        </w:rPr>
        <w:t xml:space="preserve"> be interested in attending the event, etc. so it is important that all information is completed.</w:t>
      </w:r>
    </w:p>
    <w:p w:rsidR="006C65CE" w:rsidRDefault="006C65CE" w:rsidP="00C0237B">
      <w:pPr>
        <w:rPr>
          <w:rFonts w:ascii="Arial Narrow" w:hAnsi="Arial Narrow"/>
          <w:i/>
          <w:sz w:val="18"/>
          <w:szCs w:val="18"/>
        </w:rPr>
      </w:pPr>
    </w:p>
    <w:p w:rsidR="00C0237B" w:rsidRPr="00EF3570" w:rsidRDefault="00C0237B" w:rsidP="00C0237B">
      <w:pPr>
        <w:rPr>
          <w:rFonts w:ascii="Arial Narrow" w:hAnsi="Arial Narrow"/>
          <w:i/>
          <w:sz w:val="18"/>
          <w:szCs w:val="18"/>
        </w:rPr>
      </w:pPr>
      <w:r w:rsidRPr="00EF3570">
        <w:rPr>
          <w:rFonts w:ascii="Arial Narrow" w:hAnsi="Arial Narrow"/>
          <w:i/>
          <w:sz w:val="18"/>
          <w:szCs w:val="18"/>
        </w:rPr>
        <w:t>Before start</w:t>
      </w:r>
      <w:r w:rsidR="00C20217" w:rsidRPr="00EF3570">
        <w:rPr>
          <w:rFonts w:ascii="Arial Narrow" w:hAnsi="Arial Narrow"/>
          <w:i/>
          <w:sz w:val="18"/>
          <w:szCs w:val="18"/>
        </w:rPr>
        <w:t>ing to fill</w:t>
      </w:r>
      <w:r w:rsidRPr="00EF3570">
        <w:rPr>
          <w:rFonts w:ascii="Arial Narrow" w:hAnsi="Arial Narrow"/>
          <w:i/>
          <w:sz w:val="18"/>
          <w:szCs w:val="18"/>
        </w:rPr>
        <w:t xml:space="preserve"> in the </w:t>
      </w:r>
      <w:r w:rsidR="00C20217" w:rsidRPr="00EF3570">
        <w:rPr>
          <w:rFonts w:ascii="Arial Narrow" w:hAnsi="Arial Narrow"/>
          <w:i/>
          <w:sz w:val="18"/>
          <w:szCs w:val="18"/>
        </w:rPr>
        <w:t xml:space="preserve">Sanction </w:t>
      </w:r>
      <w:r w:rsidRPr="00EF3570">
        <w:rPr>
          <w:rFonts w:ascii="Arial Narrow" w:hAnsi="Arial Narrow"/>
          <w:i/>
          <w:sz w:val="18"/>
          <w:szCs w:val="18"/>
        </w:rPr>
        <w:t xml:space="preserve">Application Form, </w:t>
      </w:r>
      <w:r w:rsidR="00CF2FE0">
        <w:rPr>
          <w:rFonts w:ascii="Arial Narrow" w:hAnsi="Arial Narrow"/>
          <w:i/>
          <w:sz w:val="18"/>
          <w:szCs w:val="18"/>
        </w:rPr>
        <w:t xml:space="preserve">you may wish to </w:t>
      </w:r>
      <w:r w:rsidRPr="00EF3570">
        <w:rPr>
          <w:rFonts w:ascii="Arial Narrow" w:hAnsi="Arial Narrow"/>
          <w:i/>
          <w:sz w:val="18"/>
          <w:szCs w:val="18"/>
        </w:rPr>
        <w:t xml:space="preserve"> read the following documents to clarify </w:t>
      </w:r>
      <w:r w:rsidR="00C20217" w:rsidRPr="00EF3570">
        <w:rPr>
          <w:rFonts w:ascii="Arial Narrow" w:hAnsi="Arial Narrow"/>
          <w:i/>
          <w:sz w:val="18"/>
          <w:szCs w:val="18"/>
        </w:rPr>
        <w:t>any issues</w:t>
      </w:r>
      <w:r w:rsidRPr="00EF3570">
        <w:rPr>
          <w:rFonts w:ascii="Arial Narrow" w:hAnsi="Arial Narrow"/>
          <w:i/>
          <w:sz w:val="18"/>
          <w:szCs w:val="18"/>
        </w:rPr>
        <w:t>:</w:t>
      </w:r>
    </w:p>
    <w:p w:rsidR="006C3209" w:rsidRPr="00EF3570" w:rsidRDefault="006C3209" w:rsidP="00EF3570">
      <w:pPr>
        <w:numPr>
          <w:ilvl w:val="0"/>
          <w:numId w:val="4"/>
        </w:numPr>
        <w:rPr>
          <w:rFonts w:ascii="Arial Narrow" w:hAnsi="Arial Narrow"/>
          <w:i/>
          <w:sz w:val="18"/>
          <w:szCs w:val="18"/>
        </w:rPr>
      </w:pPr>
      <w:r w:rsidRPr="00EF3570">
        <w:rPr>
          <w:rFonts w:ascii="Arial Narrow" w:hAnsi="Arial Narrow"/>
          <w:i/>
          <w:sz w:val="18"/>
          <w:szCs w:val="18"/>
        </w:rPr>
        <w:t xml:space="preserve">FAI First Category Event Sanction Procedures or CIA Sporting Event Sanction Procedures </w:t>
      </w:r>
    </w:p>
    <w:p w:rsidR="006C3209" w:rsidRPr="00EF3570" w:rsidRDefault="006C3209" w:rsidP="00EF3570">
      <w:pPr>
        <w:numPr>
          <w:ilvl w:val="0"/>
          <w:numId w:val="4"/>
        </w:numPr>
        <w:rPr>
          <w:rFonts w:ascii="Arial Narrow" w:hAnsi="Arial Narrow"/>
          <w:i/>
          <w:sz w:val="18"/>
          <w:szCs w:val="18"/>
        </w:rPr>
      </w:pPr>
      <w:r w:rsidRPr="00EF3570">
        <w:rPr>
          <w:rFonts w:ascii="Arial Narrow" w:hAnsi="Arial Narrow"/>
          <w:i/>
          <w:sz w:val="18"/>
          <w:szCs w:val="18"/>
        </w:rPr>
        <w:t xml:space="preserve">FAI Sporting Code - Section 1 </w:t>
      </w:r>
    </w:p>
    <w:p w:rsidR="006C3209" w:rsidRPr="00EF3570" w:rsidRDefault="006C3209" w:rsidP="00EF3570">
      <w:pPr>
        <w:numPr>
          <w:ilvl w:val="0"/>
          <w:numId w:val="4"/>
        </w:numPr>
        <w:rPr>
          <w:rFonts w:ascii="Arial Narrow" w:hAnsi="Arial Narrow"/>
          <w:i/>
          <w:sz w:val="18"/>
          <w:szCs w:val="18"/>
        </w:rPr>
      </w:pPr>
      <w:r w:rsidRPr="00EF3570">
        <w:rPr>
          <w:rFonts w:ascii="Arial Narrow" w:hAnsi="Arial Narrow"/>
          <w:i/>
          <w:sz w:val="18"/>
          <w:szCs w:val="18"/>
        </w:rPr>
        <w:t xml:space="preserve">FAI Sporting Code - General Section </w:t>
      </w:r>
    </w:p>
    <w:p w:rsidR="006C65CE" w:rsidRDefault="006C3209" w:rsidP="00EF3570">
      <w:pPr>
        <w:numPr>
          <w:ilvl w:val="0"/>
          <w:numId w:val="4"/>
        </w:numPr>
        <w:rPr>
          <w:rFonts w:ascii="Arial Narrow" w:hAnsi="Arial Narrow"/>
          <w:i/>
          <w:sz w:val="18"/>
          <w:szCs w:val="18"/>
        </w:rPr>
      </w:pPr>
      <w:r w:rsidRPr="00EF3570">
        <w:rPr>
          <w:rFonts w:ascii="Arial Narrow" w:hAnsi="Arial Narrow"/>
          <w:i/>
          <w:sz w:val="18"/>
          <w:szCs w:val="18"/>
        </w:rPr>
        <w:t>Protocol for FAI and CIA Sanctioned Events</w:t>
      </w:r>
    </w:p>
    <w:p w:rsidR="006C3209" w:rsidRPr="00EF3570" w:rsidRDefault="006C65CE" w:rsidP="00EF3570">
      <w:pPr>
        <w:numPr>
          <w:ilvl w:val="0"/>
          <w:numId w:val="4"/>
        </w:numPr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>CIA Competition Operation Handbook</w:t>
      </w:r>
      <w:r w:rsidR="006C3209" w:rsidRPr="00EF3570">
        <w:rPr>
          <w:rFonts w:ascii="Arial Narrow" w:hAnsi="Arial Narrow"/>
          <w:i/>
          <w:sz w:val="18"/>
          <w:szCs w:val="18"/>
        </w:rPr>
        <w:t xml:space="preserve"> </w:t>
      </w:r>
    </w:p>
    <w:p w:rsidR="006C3209" w:rsidRPr="00EF3570" w:rsidRDefault="006C3209" w:rsidP="00EF3570">
      <w:pPr>
        <w:rPr>
          <w:rFonts w:ascii="Arial Narrow" w:hAnsi="Arial Narrow"/>
          <w:i/>
          <w:sz w:val="18"/>
          <w:szCs w:val="18"/>
        </w:rPr>
      </w:pPr>
    </w:p>
    <w:p w:rsidR="00EF3570" w:rsidRDefault="00D114C6" w:rsidP="00EF3570">
      <w:pPr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>The NAC L</w:t>
      </w:r>
      <w:r w:rsidR="00EF3570" w:rsidRPr="00EF3570">
        <w:rPr>
          <w:rFonts w:ascii="Arial Narrow" w:hAnsi="Arial Narrow"/>
          <w:i/>
          <w:sz w:val="18"/>
          <w:szCs w:val="18"/>
        </w:rPr>
        <w:t xml:space="preserve">etter of </w:t>
      </w:r>
      <w:r>
        <w:rPr>
          <w:rFonts w:ascii="Arial Narrow" w:hAnsi="Arial Narrow"/>
          <w:i/>
          <w:sz w:val="18"/>
          <w:szCs w:val="18"/>
        </w:rPr>
        <w:t>A</w:t>
      </w:r>
      <w:r w:rsidR="00EF3570" w:rsidRPr="00EF3570">
        <w:rPr>
          <w:rFonts w:ascii="Arial Narrow" w:hAnsi="Arial Narrow"/>
          <w:i/>
          <w:sz w:val="18"/>
          <w:szCs w:val="18"/>
        </w:rPr>
        <w:t>pproval needs to be sent together with this application</w:t>
      </w:r>
      <w:r w:rsidR="006C65CE">
        <w:rPr>
          <w:rFonts w:ascii="Arial Narrow" w:hAnsi="Arial Narrow"/>
          <w:i/>
          <w:sz w:val="18"/>
          <w:szCs w:val="18"/>
        </w:rPr>
        <w:t xml:space="preserve"> </w:t>
      </w:r>
      <w:r w:rsidR="00CF2FE0">
        <w:rPr>
          <w:rFonts w:ascii="Arial Narrow" w:hAnsi="Arial Narrow"/>
          <w:i/>
          <w:sz w:val="18"/>
          <w:szCs w:val="18"/>
        </w:rPr>
        <w:t>and no later than</w:t>
      </w:r>
      <w:r w:rsidR="006C65CE">
        <w:rPr>
          <w:rFonts w:ascii="Arial Narrow" w:hAnsi="Arial Narrow"/>
          <w:i/>
          <w:sz w:val="18"/>
          <w:szCs w:val="18"/>
        </w:rPr>
        <w:t xml:space="preserve"> the Plenary where the Sanction will be granted</w:t>
      </w:r>
      <w:r w:rsidR="00EF3570" w:rsidRPr="00EF3570">
        <w:rPr>
          <w:rFonts w:ascii="Arial Narrow" w:hAnsi="Arial Narrow"/>
          <w:i/>
          <w:sz w:val="18"/>
          <w:szCs w:val="18"/>
        </w:rPr>
        <w:t>.</w:t>
      </w:r>
    </w:p>
    <w:p w:rsidR="005F311E" w:rsidRDefault="005F311E" w:rsidP="00EF3570">
      <w:pPr>
        <w:rPr>
          <w:rFonts w:ascii="Arial Narrow" w:hAnsi="Arial Narrow"/>
          <w:i/>
          <w:sz w:val="18"/>
          <w:szCs w:val="18"/>
        </w:rPr>
      </w:pPr>
    </w:p>
    <w:p w:rsidR="00BC7E00" w:rsidRDefault="00BC7E00" w:rsidP="00EF3570">
      <w:pPr>
        <w:rPr>
          <w:rFonts w:ascii="Arial Narrow" w:hAnsi="Arial Narrow"/>
          <w:i/>
          <w:sz w:val="18"/>
          <w:szCs w:val="18"/>
        </w:rPr>
      </w:pPr>
      <w:r w:rsidRPr="00530598">
        <w:rPr>
          <w:rFonts w:ascii="Arial Narrow" w:hAnsi="Arial Narrow"/>
          <w:i/>
          <w:sz w:val="18"/>
          <w:szCs w:val="18"/>
        </w:rPr>
        <w:t xml:space="preserve">Please, take into consideration that not all information </w:t>
      </w:r>
      <w:r w:rsidR="00FD67EC">
        <w:rPr>
          <w:rFonts w:ascii="Arial Narrow" w:hAnsi="Arial Narrow"/>
          <w:i/>
          <w:sz w:val="18"/>
          <w:szCs w:val="18"/>
        </w:rPr>
        <w:t>is needed</w:t>
      </w:r>
      <w:r w:rsidRPr="00530598">
        <w:rPr>
          <w:rFonts w:ascii="Arial Narrow" w:hAnsi="Arial Narrow"/>
          <w:i/>
          <w:sz w:val="18"/>
          <w:szCs w:val="18"/>
        </w:rPr>
        <w:t xml:space="preserve"> for all types of events. So when the information doesn’t concern your event, please write « not </w:t>
      </w:r>
      <w:r w:rsidR="006C65CE" w:rsidRPr="00530598">
        <w:rPr>
          <w:rFonts w:ascii="Arial Narrow" w:hAnsi="Arial Narrow"/>
          <w:i/>
          <w:sz w:val="18"/>
          <w:szCs w:val="18"/>
        </w:rPr>
        <w:t>apply</w:t>
      </w:r>
      <w:r w:rsidRPr="00530598">
        <w:rPr>
          <w:rFonts w:ascii="Arial Narrow" w:hAnsi="Arial Narrow"/>
          <w:i/>
          <w:sz w:val="18"/>
          <w:szCs w:val="18"/>
        </w:rPr>
        <w:t xml:space="preserve"> » in the respective field. </w:t>
      </w:r>
    </w:p>
    <w:p w:rsidR="00FD67EC" w:rsidRDefault="00FD67EC" w:rsidP="00EF3570">
      <w:pPr>
        <w:rPr>
          <w:rFonts w:ascii="Arial Narrow" w:hAnsi="Arial Narrow"/>
          <w:i/>
          <w:sz w:val="18"/>
          <w:szCs w:val="18"/>
        </w:rPr>
      </w:pPr>
    </w:p>
    <w:p w:rsidR="00FD67EC" w:rsidRDefault="00FD67EC" w:rsidP="00FD67EC">
      <w:pPr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 xml:space="preserve">Please use the DDMMYYYY format for all dates in the form. </w:t>
      </w:r>
    </w:p>
    <w:p w:rsidR="00BC7E00" w:rsidRDefault="00BC7E00" w:rsidP="00EF3570">
      <w:pPr>
        <w:rPr>
          <w:rFonts w:ascii="Arial Narrow" w:hAnsi="Arial Narrow"/>
          <w:i/>
          <w:color w:val="FF0000"/>
          <w:sz w:val="18"/>
          <w:szCs w:val="18"/>
        </w:rPr>
      </w:pPr>
    </w:p>
    <w:p w:rsidR="00AF6757" w:rsidRDefault="00AF6757" w:rsidP="00EF3570">
      <w:pPr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>When the Sanction Application Form is completed, please send it to the FAI/CIA Event Development Service –EDS</w:t>
      </w:r>
      <w:r w:rsidR="0001360B">
        <w:rPr>
          <w:rFonts w:ascii="Arial Narrow" w:hAnsi="Arial Narrow"/>
          <w:i/>
          <w:sz w:val="18"/>
          <w:szCs w:val="18"/>
        </w:rPr>
        <w:t xml:space="preserve"> to start the Sanction Process</w:t>
      </w:r>
      <w:r>
        <w:rPr>
          <w:rFonts w:ascii="Arial Narrow" w:hAnsi="Arial Narrow"/>
          <w:i/>
          <w:sz w:val="18"/>
          <w:szCs w:val="18"/>
        </w:rPr>
        <w:t>.</w:t>
      </w:r>
    </w:p>
    <w:p w:rsidR="00EF3570" w:rsidRPr="00EF3570" w:rsidRDefault="00EF3570" w:rsidP="00EF3570">
      <w:pPr>
        <w:rPr>
          <w:rFonts w:ascii="Arial Narrow" w:hAnsi="Arial Narrow"/>
          <w:b/>
          <w:i/>
          <w:sz w:val="18"/>
          <w:szCs w:val="18"/>
        </w:rPr>
      </w:pPr>
    </w:p>
    <w:p w:rsidR="00C0237B" w:rsidRDefault="00C0237B" w:rsidP="00F52189">
      <w:pPr>
        <w:jc w:val="right"/>
      </w:pPr>
    </w:p>
    <w:tbl>
      <w:tblPr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4A0"/>
      </w:tblPr>
      <w:tblGrid>
        <w:gridCol w:w="2376"/>
        <w:gridCol w:w="872"/>
        <w:gridCol w:w="1622"/>
        <w:gridCol w:w="1334"/>
        <w:gridCol w:w="292"/>
        <w:gridCol w:w="416"/>
        <w:gridCol w:w="426"/>
        <w:gridCol w:w="141"/>
        <w:gridCol w:w="2266"/>
      </w:tblGrid>
      <w:tr w:rsidR="00BB6EA7" w:rsidRPr="00D40DE7" w:rsidTr="00C77387">
        <w:tc>
          <w:tcPr>
            <w:tcW w:w="9745" w:type="dxa"/>
            <w:gridSpan w:val="9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4F81BD"/>
          </w:tcPr>
          <w:p w:rsidR="00BB6EA7" w:rsidRPr="00C77387" w:rsidRDefault="00D017F0" w:rsidP="00C77387">
            <w:pPr>
              <w:spacing w:before="60" w:after="60"/>
              <w:rPr>
                <w:rFonts w:ascii="Arial Narrow" w:hAnsi="Arial Narrow"/>
                <w:b/>
                <w:bCs/>
                <w:color w:val="FFFFFF"/>
                <w:szCs w:val="20"/>
              </w:rPr>
            </w:pPr>
            <w:r w:rsidRPr="00C77387">
              <w:rPr>
                <w:rFonts w:ascii="Arial Narrow" w:hAnsi="Arial Narrow"/>
                <w:b/>
                <w:bCs/>
                <w:color w:val="FFFFFF"/>
                <w:szCs w:val="20"/>
              </w:rPr>
              <w:t xml:space="preserve">Section 1 - </w:t>
            </w:r>
            <w:r w:rsidR="00BB6EA7" w:rsidRPr="00C77387">
              <w:rPr>
                <w:rFonts w:ascii="Arial Narrow" w:hAnsi="Arial Narrow"/>
                <w:b/>
                <w:bCs/>
                <w:color w:val="FFFFFF"/>
                <w:szCs w:val="20"/>
              </w:rPr>
              <w:t>Main Information</w:t>
            </w:r>
          </w:p>
          <w:p w:rsidR="00C24862" w:rsidRPr="00C77387" w:rsidRDefault="00DB61E5" w:rsidP="00C77387">
            <w:pPr>
              <w:spacing w:before="60" w:after="60"/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All t</w:t>
            </w:r>
            <w:r w:rsidR="00BB6EA7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he information </w:t>
            </w:r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in this section is mandatory and need to be updated before the CIA Plenary where the event will </w:t>
            </w:r>
            <w:r w:rsidR="00D82056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be asking for a FAI/CIA </w:t>
            </w:r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sanction.</w:t>
            </w:r>
            <w:r w:rsidR="00B802F7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</w:t>
            </w:r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No changes are allowed after the sanction is granted.</w:t>
            </w:r>
          </w:p>
          <w:p w:rsidR="00C24862" w:rsidRPr="00C77387" w:rsidRDefault="00C24862" w:rsidP="00C77387">
            <w:pPr>
              <w:spacing w:before="60" w:after="60"/>
              <w:rPr>
                <w:rFonts w:ascii="Arial Narrow" w:hAnsi="Arial Narrow"/>
                <w:bCs/>
                <w:color w:val="FFFFFF"/>
                <w:sz w:val="18"/>
                <w:szCs w:val="18"/>
              </w:rPr>
            </w:pPr>
          </w:p>
        </w:tc>
      </w:tr>
      <w:tr w:rsidR="00581410" w:rsidRPr="00D40DE7" w:rsidTr="00A908D9">
        <w:tc>
          <w:tcPr>
            <w:tcW w:w="3248" w:type="dxa"/>
            <w:gridSpan w:val="2"/>
            <w:shd w:val="clear" w:color="auto" w:fill="auto"/>
          </w:tcPr>
          <w:p w:rsidR="00581410" w:rsidRPr="00C77387" w:rsidRDefault="00581410" w:rsidP="007445E6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Date of initial submission: </w:t>
            </w:r>
            <w:r w:rsidR="007C114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13.07.2015</w:t>
            </w:r>
          </w:p>
        </w:tc>
        <w:tc>
          <w:tcPr>
            <w:tcW w:w="3248" w:type="dxa"/>
            <w:gridSpan w:val="3"/>
            <w:shd w:val="clear" w:color="auto" w:fill="auto"/>
          </w:tcPr>
          <w:p w:rsidR="00581410" w:rsidRPr="00C77387" w:rsidRDefault="00581410" w:rsidP="00A908D9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Date of last modification: __/__/_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 w:eastAsia="ja-JP"/>
              </w:rPr>
              <w:t>____</w:t>
            </w:r>
          </w:p>
        </w:tc>
        <w:tc>
          <w:tcPr>
            <w:tcW w:w="3249" w:type="dxa"/>
            <w:gridSpan w:val="4"/>
            <w:shd w:val="clear" w:color="auto" w:fill="auto"/>
          </w:tcPr>
          <w:p w:rsidR="00581410" w:rsidRPr="00C77387" w:rsidRDefault="00581410" w:rsidP="00A908D9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Date of final version: </w:t>
            </w:r>
            <w:r w:rsidR="00671CCF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30.10.2015</w:t>
            </w:r>
          </w:p>
        </w:tc>
      </w:tr>
      <w:tr w:rsidR="00C24862" w:rsidRPr="00D40DE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C24862" w:rsidRPr="00C77387" w:rsidRDefault="00C24862" w:rsidP="00C7738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Event Title &amp; Sub-Title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C24862" w:rsidRPr="00C77387" w:rsidRDefault="007445E6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Style w:val="Enfasigrassetto"/>
                <w:rFonts w:cs="Arial"/>
                <w:color w:val="000000"/>
                <w:sz w:val="18"/>
                <w:szCs w:val="18"/>
                <w:bdr w:val="none" w:sz="0" w:space="0" w:color="auto" w:frame="1"/>
              </w:rPr>
              <w:t>60th</w:t>
            </w:r>
            <w:r>
              <w:rPr>
                <w:rStyle w:val="apple-converted-space"/>
                <w:rFonts w:cs="Arial"/>
                <w:color w:val="000000"/>
                <w:sz w:val="18"/>
                <w:szCs w:val="18"/>
                <w:shd w:val="clear" w:color="auto" w:fill="F0F0F0"/>
              </w:rPr>
              <w:t> </w:t>
            </w:r>
            <w:r>
              <w:rPr>
                <w:rStyle w:val="Enfasigrassetto"/>
                <w:rFonts w:cs="Arial"/>
                <w:color w:val="000000"/>
                <w:sz w:val="18"/>
                <w:szCs w:val="18"/>
                <w:bdr w:val="none" w:sz="0" w:space="0" w:color="auto" w:frame="1"/>
              </w:rPr>
              <w:t>Coupe Aéronautique Gordon Bennett</w:t>
            </w:r>
            <w:r w:rsidR="00671CCF">
              <w:rPr>
                <w:rStyle w:val="Enfasigrassetto"/>
                <w:rFonts w:cs="Arial"/>
                <w:color w:val="000000"/>
                <w:sz w:val="18"/>
                <w:szCs w:val="18"/>
                <w:bdr w:val="none" w:sz="0" w:space="0" w:color="auto" w:frame="1"/>
              </w:rPr>
              <w:t xml:space="preserve"> – World </w:t>
            </w:r>
            <w:proofErr w:type="spellStart"/>
            <w:r w:rsidR="00671CCF">
              <w:rPr>
                <w:rStyle w:val="Enfasigrassetto"/>
                <w:rFonts w:cs="Arial"/>
                <w:color w:val="000000"/>
                <w:sz w:val="18"/>
                <w:szCs w:val="18"/>
                <w:bdr w:val="none" w:sz="0" w:space="0" w:color="auto" w:frame="1"/>
              </w:rPr>
              <w:t>Gas</w:t>
            </w:r>
            <w:proofErr w:type="spellEnd"/>
            <w:r w:rsidR="00671CCF">
              <w:rPr>
                <w:rStyle w:val="Enfasigrassetto"/>
                <w:rFonts w:cs="Arial"/>
                <w:color w:val="000000"/>
                <w:sz w:val="18"/>
                <w:szCs w:val="18"/>
                <w:bdr w:val="none" w:sz="0" w:space="0" w:color="auto" w:frame="1"/>
              </w:rPr>
              <w:t xml:space="preserve"> Balloons </w:t>
            </w:r>
            <w:proofErr w:type="spellStart"/>
            <w:r w:rsidR="00671CCF">
              <w:rPr>
                <w:rStyle w:val="Enfasigrassetto"/>
                <w:rFonts w:cs="Arial"/>
                <w:color w:val="000000"/>
                <w:sz w:val="18"/>
                <w:szCs w:val="18"/>
                <w:bdr w:val="none" w:sz="0" w:space="0" w:color="auto" w:frame="1"/>
              </w:rPr>
              <w:t>Championship</w:t>
            </w:r>
            <w:proofErr w:type="spellEnd"/>
          </w:p>
        </w:tc>
      </w:tr>
      <w:tr w:rsidR="00914AF1" w:rsidRPr="00D40DE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914AF1" w:rsidRPr="00C77387" w:rsidRDefault="00914AF1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Event Location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(country, region, city)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914AF1" w:rsidRPr="00C77387" w:rsidRDefault="007445E6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smartTag w:uri="urn:schemas-microsoft-com:office:smarttags" w:element="City">
              <w:r>
                <w:rPr>
                  <w:rFonts w:ascii="Arial Narrow" w:hAnsi="Arial Narrow" w:cs="Arial"/>
                  <w:bCs/>
                  <w:noProof/>
                  <w:color w:val="002060"/>
                  <w:sz w:val="18"/>
                  <w:szCs w:val="18"/>
                  <w:lang w:val="en-GB"/>
                </w:rPr>
                <w:t>Gladbeck</w:t>
              </w:r>
            </w:smartTag>
            <w:r w:rsidR="00043FC8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(</w:t>
            </w:r>
            <w:smartTag w:uri="urn:schemas-microsoft-com:office:smarttags" w:element="country-region">
              <w:smartTag w:uri="urn:schemas-microsoft-com:office:smarttags" w:element="place">
                <w:r w:rsidR="00043FC8">
                  <w:rPr>
                    <w:rFonts w:ascii="Arial Narrow" w:hAnsi="Arial Narrow" w:cs="Arial"/>
                    <w:bCs/>
                    <w:noProof/>
                    <w:color w:val="002060"/>
                    <w:sz w:val="18"/>
                    <w:szCs w:val="18"/>
                    <w:lang w:val="en-GB"/>
                  </w:rPr>
                  <w:t>Germany</w:t>
                </w:r>
              </w:smartTag>
            </w:smartTag>
            <w:r w:rsidR="00043FC8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)</w:t>
            </w:r>
          </w:p>
        </w:tc>
      </w:tr>
      <w:tr w:rsidR="001C44AF" w:rsidRPr="00D40DE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1C44AF" w:rsidRPr="00C77387" w:rsidRDefault="001C44A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Event Dates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(dd</w:t>
            </w:r>
            <w:r w:rsidR="00FD67EC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.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mm to dd</w:t>
            </w:r>
            <w:r w:rsidR="00FD67EC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.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mm</w:t>
            </w:r>
            <w:r w:rsidR="00FD67EC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.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yyyy)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1C44AF" w:rsidRPr="00C641C0" w:rsidRDefault="007C1143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de-DE"/>
              </w:rPr>
            </w:pPr>
            <w:r>
              <w:rPr>
                <w:rFonts w:ascii="Arial Narrow" w:hAnsi="Arial Narrow" w:cs="Arial"/>
                <w:b/>
                <w:bCs/>
                <w:noProof/>
                <w:color w:val="002060"/>
                <w:sz w:val="18"/>
                <w:szCs w:val="18"/>
                <w:lang w:val="de-DE"/>
              </w:rPr>
              <w:t>15</w:t>
            </w:r>
            <w:r w:rsidR="00C641C0" w:rsidRPr="00C641C0">
              <w:rPr>
                <w:rFonts w:ascii="Arial Narrow" w:hAnsi="Arial Narrow" w:cs="Arial"/>
                <w:b/>
                <w:bCs/>
                <w:noProof/>
                <w:color w:val="002060"/>
                <w:sz w:val="18"/>
                <w:szCs w:val="18"/>
                <w:lang w:val="de-DE"/>
              </w:rPr>
              <w:t>.09. – 24.09.2016</w:t>
            </w:r>
          </w:p>
        </w:tc>
      </w:tr>
      <w:tr w:rsidR="00FC3DE8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FAI / CIA Sub-class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AX – Hot Air Balloons </w:t>
            </w:r>
          </w:p>
          <w:p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BX – Hot Air Airship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FC3DE8" w:rsidRPr="00C77387" w:rsidRDefault="007445E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Selecionar1"/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bookmarkEnd w:id="0"/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AA – Gas Balloons </w:t>
            </w:r>
          </w:p>
          <w:p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AA – WLD - Gordon Bennett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auto"/>
          </w:tcPr>
          <w:p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BA – Gas Airships</w:t>
            </w:r>
          </w:p>
          <w:p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AM – Ro</w:t>
            </w:r>
            <w:r w:rsidR="0023007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z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ier Balloons</w:t>
            </w:r>
          </w:p>
        </w:tc>
      </w:tr>
      <w:tr w:rsidR="00FC3DE8" w:rsidRPr="00532E83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FAI Type of Event</w:t>
            </w:r>
          </w:p>
        </w:tc>
        <w:tc>
          <w:tcPr>
            <w:tcW w:w="3828" w:type="dxa"/>
            <w:gridSpan w:val="3"/>
            <w:tcBorders>
              <w:left w:val="nil"/>
              <w:right w:val="nil"/>
            </w:tcBorders>
            <w:shd w:val="clear" w:color="auto" w:fill="D3DFEE"/>
          </w:tcPr>
          <w:p w:rsidR="00FC3DE8" w:rsidRPr="00C77387" w:rsidRDefault="00BB5EE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Selecionar10"/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bookmarkEnd w:id="1"/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FAI World Championship</w:t>
            </w:r>
          </w:p>
          <w:p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FAI Continental/Regional Championship</w:t>
            </w:r>
          </w:p>
          <w:p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CIA Category One International Event</w:t>
            </w:r>
          </w:p>
        </w:tc>
        <w:tc>
          <w:tcPr>
            <w:tcW w:w="3541" w:type="dxa"/>
            <w:gridSpan w:val="5"/>
            <w:tcBorders>
              <w:left w:val="nil"/>
            </w:tcBorders>
            <w:shd w:val="clear" w:color="auto" w:fill="D3DFEE"/>
          </w:tcPr>
          <w:p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CIA Sporting Event</w:t>
            </w:r>
          </w:p>
          <w:p w:rsidR="00FC3DE8" w:rsidRPr="00532E83" w:rsidRDefault="00043FC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fr-CH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Selecionar8"/>
            <w:r w:rsidRPr="00532E83">
              <w:rPr>
                <w:rFonts w:ascii="Arial Narrow" w:hAnsi="Arial Narrow" w:cs="Arial"/>
                <w:bCs/>
                <w:noProof/>
                <w:sz w:val="18"/>
                <w:szCs w:val="18"/>
                <w:lang w:val="fr-CH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bookmarkEnd w:id="2"/>
            <w:r w:rsidR="00FC3DE8" w:rsidRPr="00532E83">
              <w:rPr>
                <w:rFonts w:ascii="Arial Narrow" w:hAnsi="Arial Narrow" w:cs="Arial"/>
                <w:bCs/>
                <w:noProof/>
                <w:sz w:val="18"/>
                <w:szCs w:val="18"/>
                <w:lang w:val="fr-CH"/>
              </w:rPr>
              <w:t xml:space="preserve"> Other:</w:t>
            </w:r>
            <w:r w:rsidR="00FC3DE8" w:rsidRPr="00532E83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fr-CH"/>
              </w:rPr>
              <w:t xml:space="preserve"> </w:t>
            </w:r>
            <w:r w:rsidRPr="00532E83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fr-CH"/>
              </w:rPr>
              <w:t>Coupe Aeronautique Gordon Bennett</w:t>
            </w:r>
          </w:p>
        </w:tc>
      </w:tr>
      <w:tr w:rsidR="00FC3DE8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FAI / CIA Category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FC3DE8" w:rsidRPr="00C77387" w:rsidRDefault="00043FC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General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Women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auto"/>
          </w:tcPr>
          <w:p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Junior</w:t>
            </w:r>
          </w:p>
        </w:tc>
      </w:tr>
      <w:tr w:rsidR="00613E0C" w:rsidRPr="00D40DE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Registration Starts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D3DFEE"/>
          </w:tcPr>
          <w:p w:rsidR="00613E0C" w:rsidRPr="00C641C0" w:rsidRDefault="007C1143" w:rsidP="00C641C0">
            <w:pPr>
              <w:spacing w:before="60" w:after="60"/>
              <w:ind w:left="3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de-DE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de-DE"/>
              </w:rPr>
              <w:t>15</w:t>
            </w:r>
            <w:r w:rsidR="008B4C13" w:rsidRPr="00C641C0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de-DE"/>
              </w:rPr>
              <w:t>.09.2016</w:t>
            </w:r>
            <w:r w:rsidR="00EF3CC8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de-DE"/>
              </w:rPr>
              <w:t xml:space="preserve"> </w:t>
            </w:r>
            <w:r w:rsidR="006F2E1A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de-DE"/>
              </w:rPr>
              <w:t xml:space="preserve"> PM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General Briefing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D3DFEE"/>
          </w:tcPr>
          <w:p w:rsidR="00613E0C" w:rsidRPr="00C77387" w:rsidRDefault="007C1143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15</w:t>
            </w:r>
            <w:r w:rsidR="00EF3CC8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.09.2016 PM</w:t>
            </w:r>
          </w:p>
        </w:tc>
      </w:tr>
      <w:tr w:rsidR="00613E0C" w:rsidRPr="00D40DE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1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vertAlign w:val="superscript"/>
                <w:lang w:val="en-GB"/>
              </w:rPr>
              <w:t>st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Competition Flight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613E0C" w:rsidRPr="00C641C0" w:rsidRDefault="007C1143" w:rsidP="00C641C0">
            <w:pPr>
              <w:spacing w:before="60" w:after="60"/>
              <w:ind w:left="3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de-DE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de-DE"/>
              </w:rPr>
              <w:t>16</w:t>
            </w:r>
            <w:r w:rsidR="008B4C13" w:rsidRPr="00C641C0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de-DE"/>
              </w:rPr>
              <w:t>.09.2016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Last Competition Flight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auto"/>
          </w:tcPr>
          <w:p w:rsidR="00613E0C" w:rsidRPr="00C641C0" w:rsidRDefault="00902E59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de-DE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de-DE"/>
              </w:rPr>
              <w:t>20</w:t>
            </w:r>
            <w:r w:rsidR="00C641C0" w:rsidRPr="00C641C0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de-DE"/>
              </w:rPr>
              <w:t>.09.2016</w:t>
            </w:r>
          </w:p>
        </w:tc>
      </w:tr>
      <w:tr w:rsidR="00613E0C" w:rsidRPr="00D40DE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Extra Flight if needed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Resting Period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6"/>
                <w:lang w:val="en-GB"/>
              </w:rPr>
              <w:t>(</w:t>
            </w:r>
            <w:r w:rsidR="00FD67EC">
              <w:rPr>
                <w:rFonts w:ascii="Arial Narrow" w:hAnsi="Arial Narrow" w:cs="Arial"/>
                <w:bCs/>
                <w:i/>
                <w:noProof/>
                <w:sz w:val="14"/>
                <w:szCs w:val="16"/>
                <w:lang w:val="en-GB"/>
              </w:rPr>
              <w:t xml:space="preserve">if some,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6"/>
                <w:lang w:val="en-GB"/>
              </w:rPr>
              <w:t>date &amp; time)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</w:p>
        </w:tc>
      </w:tr>
      <w:tr w:rsidR="00613E0C" w:rsidRPr="00D40DE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Opening Ceremony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613E0C" w:rsidRPr="00C77387" w:rsidRDefault="007C1143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        15</w:t>
            </w:r>
            <w:r w:rsidR="00902E59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.09.2016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PM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Closing Ceremony 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auto"/>
          </w:tcPr>
          <w:p w:rsidR="00613E0C" w:rsidRPr="00C77387" w:rsidRDefault="00902E59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24.09.2016</w:t>
            </w:r>
          </w:p>
        </w:tc>
      </w:tr>
      <w:tr w:rsidR="00613E0C" w:rsidRPr="00D40DE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Invitation Process Starts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(date)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D3DFEE"/>
          </w:tcPr>
          <w:p w:rsidR="00613E0C" w:rsidRPr="00C77387" w:rsidRDefault="007C1143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        01.12.2015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Entry Closing Date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  <w:t>(1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6"/>
                <w:szCs w:val="18"/>
                <w:vertAlign w:val="superscript"/>
                <w:lang w:val="en-GB"/>
              </w:rPr>
              <w:t>st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  <w:t xml:space="preserve"> round)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D3DFEE"/>
          </w:tcPr>
          <w:p w:rsidR="00613E0C" w:rsidRPr="00C77387" w:rsidRDefault="007C1143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31.03.2016</w:t>
            </w:r>
          </w:p>
        </w:tc>
      </w:tr>
      <w:tr w:rsidR="00613E0C" w:rsidRPr="00043FC8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Organising National Airsport Control – NAC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613E0C" w:rsidRDefault="00043FC8" w:rsidP="00C77387">
            <w:pPr>
              <w:spacing w:before="60" w:after="60"/>
              <w:rPr>
                <w:rFonts w:cs="Arial"/>
                <w:b/>
                <w:bCs/>
                <w:noProof/>
                <w:color w:val="000080"/>
                <w:sz w:val="18"/>
                <w:lang w:val="de-DE"/>
              </w:rPr>
            </w:pPr>
            <w:r>
              <w:rPr>
                <w:rFonts w:cs="Arial"/>
                <w:b/>
                <w:bCs/>
                <w:noProof/>
                <w:color w:val="000080"/>
                <w:sz w:val="18"/>
                <w:lang w:val="de-DE"/>
              </w:rPr>
              <w:t>Deutscher Aero Club ( DAeC )</w:t>
            </w:r>
          </w:p>
          <w:p w:rsidR="007C1143" w:rsidRPr="00043FC8" w:rsidRDefault="007C1143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de-DE"/>
              </w:rPr>
            </w:pPr>
            <w:r>
              <w:rPr>
                <w:rFonts w:cs="Arial"/>
                <w:b/>
                <w:bCs/>
                <w:noProof/>
                <w:color w:val="000080"/>
                <w:sz w:val="18"/>
                <w:lang w:val="de-DE"/>
              </w:rPr>
              <w:t>Deutscher Freiballonsport-Verband e.V.</w:t>
            </w:r>
          </w:p>
        </w:tc>
      </w:tr>
      <w:tr w:rsidR="00613E0C" w:rsidRPr="00043FC8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Organising NAC’s CIA Delegate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email, phone)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613E0C" w:rsidRPr="00043FC8" w:rsidRDefault="00043FC8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de-DE"/>
              </w:rPr>
            </w:pPr>
            <w:r w:rsidRPr="00043FC8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de-DE"/>
              </w:rPr>
              <w:t xml:space="preserve">Uwe Schneider, </w:t>
            </w:r>
            <w:hyperlink r:id="rId7" w:history="1">
              <w:r w:rsidRPr="008B4C13">
                <w:rPr>
                  <w:rStyle w:val="Collegamentoipertestuale"/>
                  <w:rFonts w:ascii="Arial Narrow" w:hAnsi="Arial Narrow" w:cs="Arial"/>
                  <w:bCs/>
                  <w:noProof/>
                  <w:sz w:val="18"/>
                  <w:szCs w:val="18"/>
                  <w:lang w:val="de-DE"/>
                </w:rPr>
                <w:t>uwe.cia@dfsv.de</w:t>
              </w:r>
            </w:hyperlink>
            <w:r w:rsidRPr="00043FC8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de-DE"/>
              </w:rPr>
              <w:t>, +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de-DE"/>
              </w:rPr>
              <w:t>49-151</w:t>
            </w:r>
            <w:r w:rsidR="00C641C0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de-DE"/>
              </w:rPr>
              <w:t>-12025434</w:t>
            </w:r>
          </w:p>
        </w:tc>
      </w:tr>
      <w:tr w:rsidR="00613E0C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Organising Body</w:t>
            </w:r>
            <w:r w:rsidR="00DB444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(Entity / Club / Company)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613E0C" w:rsidRPr="00C641C0" w:rsidRDefault="008B4C13" w:rsidP="00C641C0">
            <w:pPr>
              <w:spacing w:before="60" w:after="60"/>
              <w:ind w:left="3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C641C0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German Aero Club LV NRW e.V. in cooperation with the Niederrheinischen Verein für Luftschifffahrt 1902 e.V. (operator of the gasballoon launch field in </w:t>
            </w:r>
            <w:smartTag w:uri="urn:schemas-microsoft-com:office:smarttags" w:element="City">
              <w:smartTag w:uri="urn:schemas-microsoft-com:office:smarttags" w:element="place">
                <w:r w:rsidRPr="00C641C0">
                  <w:rPr>
                    <w:rFonts w:ascii="Arial Narrow" w:hAnsi="Arial Narrow" w:cs="Arial"/>
                    <w:bCs/>
                    <w:noProof/>
                    <w:color w:val="002060"/>
                    <w:sz w:val="18"/>
                    <w:szCs w:val="18"/>
                    <w:lang w:val="en-GB"/>
                  </w:rPr>
                  <w:t>Gladbeck</w:t>
                </w:r>
              </w:smartTag>
            </w:smartTag>
            <w:r w:rsidRPr="00C641C0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)</w:t>
            </w:r>
          </w:p>
        </w:tc>
      </w:tr>
      <w:tr w:rsidR="00613E0C" w:rsidRPr="00532E83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Main Contact / General Manager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email, phone)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7C1143" w:rsidRDefault="007C1143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  <w:t>Sebastian Eimers &amp; Team</w:t>
            </w:r>
          </w:p>
          <w:p w:rsidR="00613E0C" w:rsidRPr="00532E83" w:rsidRDefault="00CC64EE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fr-CH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  <w:t xml:space="preserve">e-mail : </w:t>
            </w:r>
            <w:hyperlink r:id="rId8" w:history="1">
              <w:r w:rsidR="007C1143" w:rsidRPr="00E457A3">
                <w:rPr>
                  <w:rStyle w:val="Collegamentoipertestuale"/>
                  <w:rFonts w:ascii="Arial Narrow" w:hAnsi="Arial Narrow" w:cs="Arial"/>
                  <w:bCs/>
                  <w:noProof/>
                  <w:sz w:val="18"/>
                  <w:szCs w:val="18"/>
                </w:rPr>
                <w:t>s.eimers@carmody.de</w:t>
              </w:r>
            </w:hyperlink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  <w:t xml:space="preserve">  Phone : +</w:t>
            </w:r>
            <w:r w:rsidR="007C1143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  <w:t>49-2065-890691</w:t>
            </w:r>
          </w:p>
        </w:tc>
      </w:tr>
      <w:tr w:rsidR="00613E0C" w:rsidRPr="00532E83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Official </w:t>
            </w:r>
            <w:smartTag w:uri="urn:schemas-microsoft-com:office:smarttags" w:element="PersonName">
              <w:r w:rsidRPr="00C77387">
                <w:rPr>
                  <w:rFonts w:ascii="Arial Narrow" w:hAnsi="Arial Narrow" w:cs="Arial"/>
                  <w:bCs/>
                  <w:noProof/>
                  <w:sz w:val="18"/>
                  <w:szCs w:val="18"/>
                  <w:lang w:val="en-GB"/>
                </w:rPr>
                <w:t>Mail</w:t>
              </w:r>
            </w:smartTag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ing Address </w:t>
            </w:r>
          </w:p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(postal address, email, fax, phones)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613E0C" w:rsidRPr="007C1143" w:rsidRDefault="007C1143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de-DE"/>
              </w:rPr>
            </w:pPr>
            <w:r w:rsidRPr="007C1143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de-DE"/>
              </w:rPr>
              <w:t>Deutscher Freiballonsport-Verband e.V.</w:t>
            </w:r>
            <w:r w:rsidR="00B24B54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de-DE"/>
              </w:rPr>
              <w:t>, Postfach 1333, D-82142 Planegg</w:t>
            </w:r>
          </w:p>
          <w:p w:rsidR="007C1143" w:rsidRPr="00532E83" w:rsidRDefault="00CC64EE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fr-CH"/>
              </w:rPr>
            </w:pPr>
            <w:r w:rsidRPr="00532E83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fr-CH"/>
              </w:rPr>
              <w:t xml:space="preserve">e-mail: </w:t>
            </w:r>
            <w:r w:rsidR="007C1143" w:rsidRPr="00532E83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fr-CH"/>
              </w:rPr>
              <w:t xml:space="preserve"> </w:t>
            </w:r>
            <w:hyperlink r:id="rId9" w:history="1">
              <w:r w:rsidRPr="00532E83">
                <w:rPr>
                  <w:rStyle w:val="Collegamentoipertestuale"/>
                  <w:rFonts w:ascii="Arial Narrow" w:hAnsi="Arial Narrow" w:cs="Arial"/>
                  <w:bCs/>
                  <w:noProof/>
                  <w:sz w:val="18"/>
                  <w:szCs w:val="18"/>
                  <w:lang w:val="fr-CH"/>
                </w:rPr>
                <w:t>m.krafczyk@dfsv.de</w:t>
              </w:r>
            </w:hyperlink>
            <w:r w:rsidRPr="00532E83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fr-CH"/>
              </w:rPr>
              <w:t>, Phone: +49-89-8573595</w:t>
            </w:r>
          </w:p>
        </w:tc>
      </w:tr>
      <w:tr w:rsidR="00613E0C" w:rsidRPr="00C7738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Organiser’s previous event organisation experience</w:t>
            </w:r>
          </w:p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lastRenderedPageBreak/>
              <w:t>(list of main events and all FAI events with year, place, number o</w:t>
            </w:r>
            <w:r w:rsidR="00C31AB2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f competitors,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number of </w:t>
            </w:r>
            <w:r w:rsidR="00DB444E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flights and tasks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flown)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613E0C" w:rsidRDefault="00CC64EE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lastRenderedPageBreak/>
              <w:t>2001: Coupe Aéronautique Gordon Bennett, Warstein</w:t>
            </w:r>
          </w:p>
          <w:p w:rsidR="00CC64EE" w:rsidRDefault="00CC64EE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lastRenderedPageBreak/>
              <w:t>2004: World Championship Gas Balloon, Bitterfeld</w:t>
            </w:r>
          </w:p>
          <w:p w:rsidR="00CC64EE" w:rsidRDefault="00CC64EE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2007: 15</w:t>
            </w:r>
            <w:r w:rsidRPr="00CC64EE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vertAlign w:val="superscript"/>
                <w:lang w:val="en-GB"/>
              </w:rPr>
              <w:t>th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FAI European Hot Air Balloon Championship,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 Narrow" w:hAnsi="Arial Narrow" w:cs="Arial"/>
                    <w:bCs/>
                    <w:noProof/>
                    <w:color w:val="002060"/>
                    <w:sz w:val="18"/>
                    <w:szCs w:val="18"/>
                    <w:lang w:val="en-GB"/>
                  </w:rPr>
                  <w:t>Magdeburg</w:t>
                </w:r>
              </w:smartTag>
            </w:smartTag>
          </w:p>
          <w:p w:rsidR="00CC64EE" w:rsidRDefault="00CC64EE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2012: 2</w:t>
            </w:r>
            <w:r w:rsidRPr="00CC64EE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vertAlign w:val="superscript"/>
                <w:lang w:val="en-GB"/>
              </w:rPr>
              <w:t>nd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FAI European Women’s Hot Air Balloon Championship, Frankenthal</w:t>
            </w:r>
          </w:p>
          <w:p w:rsidR="00BF1891" w:rsidRPr="00C77387" w:rsidRDefault="00BF1891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</w:p>
        </w:tc>
      </w:tr>
      <w:tr w:rsidR="00613E0C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lastRenderedPageBreak/>
              <w:t>Event with Observers</w:t>
            </w:r>
            <w:r w:rsidR="00985F6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985F6C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(The Organizer is invited to present two proposals for the Event to be held with or without Observers)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613E0C" w:rsidRPr="00C77387" w:rsidRDefault="00613E0C" w:rsidP="00C641C0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        </w:t>
            </w:r>
            <w:r w:rsidR="00C641C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Selecionar12"/>
            <w:r w:rsidR="00C641C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C641C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C641C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bookmarkEnd w:id="3"/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Up to the Plenary to decide</w:t>
            </w:r>
          </w:p>
        </w:tc>
      </w:tr>
      <w:tr w:rsidR="00062985" w:rsidRPr="00C7738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GPS Loggers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Type of GPS Logger to be used: </w:t>
            </w:r>
            <w:r w:rsidR="00C641C0" w:rsidRPr="007D3C22">
              <w:rPr>
                <w:rFonts w:ascii="Arial Narrow" w:hAnsi="Arial Narrow" w:cs="Arial"/>
                <w:bCs/>
                <w:noProof/>
                <w:sz w:val="18"/>
                <w:szCs w:val="18"/>
                <w:highlight w:val="green"/>
                <w:lang w:val="en-GB"/>
              </w:rPr>
              <w:t>No loggers but Trackers (way.aero – Ebert &amp; Voigt GbR)</w:t>
            </w:r>
          </w:p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Details: </w:t>
            </w:r>
          </w:p>
        </w:tc>
      </w:tr>
      <w:tr w:rsidR="00FC3DE8" w:rsidRPr="00CA16E2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FC3DE8" w:rsidRPr="00C77387" w:rsidRDefault="0040480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Event</w:t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Director</w:t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FC3DE8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FC3DE8" w:rsidRPr="00CA16E2" w:rsidRDefault="00C641C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de-DE"/>
              </w:rPr>
            </w:pPr>
            <w:r w:rsidRPr="00CA16E2">
              <w:rPr>
                <w:rFonts w:ascii="Arial Narrow" w:hAnsi="Arial Narrow" w:cs="Arial"/>
                <w:bCs/>
                <w:noProof/>
                <w:sz w:val="18"/>
                <w:szCs w:val="18"/>
                <w:lang w:val="de-DE"/>
              </w:rPr>
              <w:t xml:space="preserve">Stefan HANDL </w:t>
            </w:r>
            <w:r w:rsidR="00CA16E2" w:rsidRPr="00CA16E2">
              <w:rPr>
                <w:rFonts w:ascii="Arial Narrow" w:hAnsi="Arial Narrow" w:cs="Arial"/>
                <w:bCs/>
                <w:noProof/>
                <w:sz w:val="18"/>
                <w:szCs w:val="18"/>
                <w:lang w:val="de-DE"/>
              </w:rPr>
              <w:t>–</w:t>
            </w:r>
            <w:r w:rsidRPr="00CA16E2">
              <w:rPr>
                <w:rFonts w:ascii="Arial Narrow" w:hAnsi="Arial Narrow" w:cs="Arial"/>
                <w:bCs/>
                <w:noProof/>
                <w:sz w:val="18"/>
                <w:szCs w:val="18"/>
                <w:lang w:val="de-DE"/>
              </w:rPr>
              <w:t xml:space="preserve"> GER</w:t>
            </w:r>
          </w:p>
          <w:p w:rsidR="00CA16E2" w:rsidRPr="00CA16E2" w:rsidRDefault="00CA16E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de-DE"/>
              </w:rPr>
            </w:pPr>
            <w:r w:rsidRPr="00CA16E2">
              <w:rPr>
                <w:rFonts w:ascii="Arial Narrow" w:hAnsi="Arial Narrow" w:cs="Arial"/>
                <w:bCs/>
                <w:noProof/>
                <w:sz w:val="18"/>
                <w:szCs w:val="18"/>
                <w:lang w:val="de-DE"/>
              </w:rPr>
              <w:t>stefan.handl@t-online.de</w:t>
            </w:r>
          </w:p>
        </w:tc>
      </w:tr>
      <w:tr w:rsidR="00FC3DE8" w:rsidRPr="00CA16E2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Deputy Director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FC3DE8" w:rsidRPr="00CA16E2" w:rsidRDefault="00CA16E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de-DE"/>
              </w:rPr>
            </w:pPr>
            <w:r w:rsidRPr="00CA16E2">
              <w:rPr>
                <w:rFonts w:ascii="Arial Narrow" w:hAnsi="Arial Narrow" w:cs="Arial"/>
                <w:bCs/>
                <w:noProof/>
                <w:sz w:val="18"/>
                <w:szCs w:val="18"/>
                <w:lang w:val="de-DE"/>
              </w:rPr>
              <w:t>Volker LÖSCHHORN – GER</w:t>
            </w:r>
          </w:p>
          <w:p w:rsidR="00CA16E2" w:rsidRPr="00CA16E2" w:rsidRDefault="00CA16E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de-DE"/>
              </w:rPr>
            </w:pPr>
            <w:r w:rsidRPr="00CA16E2">
              <w:rPr>
                <w:rFonts w:ascii="Arial Narrow" w:hAnsi="Arial Narrow" w:cs="Arial"/>
                <w:bCs/>
                <w:noProof/>
                <w:sz w:val="18"/>
                <w:szCs w:val="18"/>
                <w:lang w:val="de-DE"/>
              </w:rPr>
              <w:t>volker@loeschhorn.name</w:t>
            </w:r>
          </w:p>
        </w:tc>
      </w:tr>
      <w:tr w:rsidR="00FC3DE8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Safety Officer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FC3DE8" w:rsidRDefault="00EF3CC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Sabrina HANDL</w:t>
            </w:r>
          </w:p>
          <w:p w:rsidR="007C1143" w:rsidRPr="00C77387" w:rsidRDefault="007C114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sabrina.handl@t-online.de</w:t>
            </w:r>
          </w:p>
        </w:tc>
      </w:tr>
      <w:tr w:rsidR="00A02ED4" w:rsidRPr="00C77387" w:rsidTr="00581410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A02ED4" w:rsidRPr="00C77387" w:rsidRDefault="00A02ED4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PR Officer / Media Officer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email)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A02ED4" w:rsidRPr="00C77387" w:rsidRDefault="00BF1891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TBA</w:t>
            </w:r>
          </w:p>
        </w:tc>
      </w:tr>
      <w:tr w:rsidR="00B52987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B52987" w:rsidRPr="00C77387" w:rsidRDefault="00B52987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Main Common Launch Area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(CLP coordinates &amp; description)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B52987" w:rsidRPr="00C77387" w:rsidRDefault="0055702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55702F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Launch Site for Gasballoons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 GLADBECK</w:t>
            </w:r>
          </w:p>
        </w:tc>
      </w:tr>
      <w:tr w:rsidR="00613E0C" w:rsidRPr="00C7738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613E0C" w:rsidRPr="00C77387" w:rsidRDefault="00613E0C" w:rsidP="00FD67EC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Entry Fee for Competitors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(amount, currency and what is included)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55702F" w:rsidRPr="0055702F" w:rsidRDefault="0055702F" w:rsidP="0055702F">
            <w:pPr>
              <w:spacing w:before="60" w:after="60"/>
              <w:ind w:left="3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US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750 EUR </w:t>
            </w:r>
          </w:p>
          <w:p w:rsidR="008B4C13" w:rsidRPr="0055702F" w:rsidRDefault="00CA16E2" w:rsidP="0055702F">
            <w:pPr>
              <w:spacing w:before="60" w:after="60"/>
              <w:ind w:left="3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US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US"/>
              </w:rPr>
              <w:t>2 double rooms à 4 nights</w:t>
            </w:r>
          </w:p>
          <w:p w:rsidR="008B4C13" w:rsidRPr="0055702F" w:rsidRDefault="007C1143" w:rsidP="007C1143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US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US"/>
              </w:rPr>
              <w:t xml:space="preserve">        </w:t>
            </w:r>
            <w:r w:rsidR="008B4C13" w:rsidRPr="0055702F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US"/>
              </w:rPr>
              <w:t xml:space="preserve"> „Pilot Pack“  (to be determined)</w:t>
            </w:r>
          </w:p>
          <w:p w:rsidR="008B4C13" w:rsidRPr="00CA16E2" w:rsidRDefault="008B4C13" w:rsidP="00EF3CC8">
            <w:pPr>
              <w:spacing w:before="60" w:after="60"/>
              <w:ind w:left="3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55702F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US"/>
              </w:rPr>
              <w:t xml:space="preserve"> </w:t>
            </w:r>
            <w:r w:rsidRPr="00CA16E2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4 Tickets</w:t>
            </w:r>
            <w:r w:rsidR="00CC64EE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/Team</w:t>
            </w:r>
            <w:r w:rsidRPr="00CA16E2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Opening/ Awards Ceremony</w:t>
            </w:r>
          </w:p>
          <w:p w:rsidR="008B4C13" w:rsidRPr="00CA16E2" w:rsidRDefault="00EF3CC8" w:rsidP="0055702F">
            <w:pPr>
              <w:spacing w:before="60" w:after="60"/>
              <w:ind w:left="3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</w:t>
            </w:r>
            <w:r w:rsidR="008B4C13" w:rsidRPr="00CA16E2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4 Persons</w:t>
            </w:r>
            <w:r w:rsidR="00CC64EE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/Team</w:t>
            </w:r>
            <w:r w:rsidR="008B4C13" w:rsidRPr="00CA16E2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Welcome Back Party </w:t>
            </w:r>
          </w:p>
          <w:p w:rsidR="008B4C13" w:rsidRDefault="008B4C13" w:rsidP="0055702F">
            <w:pPr>
              <w:spacing w:before="60" w:after="60"/>
              <w:ind w:left="3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CA16E2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Catering on Launch Day</w:t>
            </w:r>
          </w:p>
          <w:p w:rsidR="00671CCF" w:rsidRPr="00CA16E2" w:rsidRDefault="00345AE3" w:rsidP="0055702F">
            <w:pPr>
              <w:spacing w:before="60" w:after="60"/>
              <w:ind w:left="3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</w:t>
            </w:r>
            <w:r w:rsidR="00671CCF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Hydrogen, Sand, Water</w:t>
            </w:r>
          </w:p>
          <w:p w:rsidR="008B4C13" w:rsidRPr="0055702F" w:rsidRDefault="00CA16E2" w:rsidP="0055702F">
            <w:pPr>
              <w:spacing w:before="60" w:after="60"/>
              <w:ind w:left="3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US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US"/>
              </w:rPr>
              <w:t xml:space="preserve"> </w:t>
            </w:r>
          </w:p>
          <w:p w:rsidR="00613E0C" w:rsidRPr="0055702F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US"/>
              </w:rPr>
            </w:pPr>
          </w:p>
        </w:tc>
      </w:tr>
      <w:tr w:rsidR="00491684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491684" w:rsidRPr="00C77387" w:rsidRDefault="0049168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Maximum number of entrants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491684" w:rsidRPr="00C77387" w:rsidRDefault="00656ACD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25</w:t>
            </w:r>
          </w:p>
        </w:tc>
      </w:tr>
      <w:tr w:rsidR="00613E0C" w:rsidRPr="00C7738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Number of eligible NACs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D3DFEE"/>
          </w:tcPr>
          <w:p w:rsidR="00613E0C" w:rsidRPr="00C77387" w:rsidRDefault="0055702F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FAI Countries Members</w:t>
            </w:r>
          </w:p>
        </w:tc>
        <w:tc>
          <w:tcPr>
            <w:tcW w:w="2609" w:type="dxa"/>
            <w:gridSpan w:val="5"/>
            <w:tcBorders>
              <w:left w:val="nil"/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Equal number of competitors / NAC</w:t>
            </w:r>
          </w:p>
        </w:tc>
        <w:tc>
          <w:tcPr>
            <w:tcW w:w="2266" w:type="dxa"/>
            <w:tcBorders>
              <w:left w:val="nil"/>
            </w:tcBorders>
            <w:shd w:val="clear" w:color="auto" w:fill="D3DFEE"/>
          </w:tcPr>
          <w:p w:rsidR="00613E0C" w:rsidRPr="00C77387" w:rsidRDefault="0055702F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3</w:t>
            </w:r>
          </w:p>
        </w:tc>
      </w:tr>
      <w:tr w:rsidR="00A91BB3" w:rsidRPr="00C77387" w:rsidTr="00C77387">
        <w:trPr>
          <w:trHeight w:val="235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auto"/>
          </w:tcPr>
          <w:p w:rsidR="00A91BB3" w:rsidRPr="00C77387" w:rsidRDefault="006A0ABD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Dates for </w:t>
            </w:r>
            <w:r w:rsidR="00A91BB3"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Invitation process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(dd.mm.yyyy)</w:t>
            </w:r>
          </w:p>
        </w:tc>
        <w:tc>
          <w:tcPr>
            <w:tcW w:w="4536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Letter to NACs</w:t>
            </w:r>
            <w:r w:rsidR="006A0ABD"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 will be sent on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auto"/>
          </w:tcPr>
          <w:p w:rsidR="00A91BB3" w:rsidRPr="0055702F" w:rsidRDefault="007C1143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  <w:t>01.12</w:t>
            </w:r>
            <w:r w:rsidR="0055702F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  <w:t>.201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  <w:t>5</w:t>
            </w:r>
          </w:p>
        </w:tc>
      </w:tr>
      <w:tr w:rsidR="00A91BB3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D3DFEE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left w:val="nil"/>
              <w:right w:val="nil"/>
            </w:tcBorders>
            <w:shd w:val="clear" w:color="auto" w:fill="D3DFEE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Deadline for NACs </w:t>
            </w:r>
            <w:r w:rsidR="006A0ABD"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to send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nominations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D3DFEE"/>
          </w:tcPr>
          <w:p w:rsidR="00A91BB3" w:rsidRPr="00C77387" w:rsidRDefault="00DC648D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31</w:t>
            </w:r>
            <w:r w:rsidR="007C1143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.01</w:t>
            </w:r>
            <w:r w:rsidR="0055702F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.2016</w:t>
            </w:r>
          </w:p>
        </w:tc>
      </w:tr>
      <w:tr w:rsidR="00A91BB3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Individual Invitation to Competitors</w:t>
            </w:r>
            <w:r w:rsidR="006A0ABD"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 will be sent on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auto"/>
          </w:tcPr>
          <w:p w:rsidR="00A91BB3" w:rsidRPr="00C77387" w:rsidRDefault="007C1143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01</w:t>
            </w:r>
            <w:r w:rsidR="0055702F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.02.2016</w:t>
            </w:r>
          </w:p>
        </w:tc>
      </w:tr>
      <w:tr w:rsidR="00A91BB3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D3DFEE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left w:val="nil"/>
              <w:right w:val="nil"/>
            </w:tcBorders>
            <w:shd w:val="clear" w:color="auto" w:fill="D3DFEE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1st round deadline for Competitors application and entry fee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D3DFEE"/>
          </w:tcPr>
          <w:p w:rsidR="00A91BB3" w:rsidRPr="00C77387" w:rsidRDefault="0055702F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31.03.2016</w:t>
            </w:r>
          </w:p>
        </w:tc>
      </w:tr>
      <w:tr w:rsidR="00A91BB3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2nd round deadline for Competitors application and entry fee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auto"/>
          </w:tcPr>
          <w:p w:rsidR="00A91BB3" w:rsidRPr="00C77387" w:rsidRDefault="00DC648D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-.-</w:t>
            </w:r>
          </w:p>
        </w:tc>
      </w:tr>
      <w:tr w:rsidR="00A02ED4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D3DFEE"/>
          </w:tcPr>
          <w:p w:rsidR="00A02ED4" w:rsidRPr="00C77387" w:rsidRDefault="00A02ED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left w:val="nil"/>
              <w:right w:val="nil"/>
            </w:tcBorders>
            <w:shd w:val="clear" w:color="auto" w:fill="D3DFEE"/>
          </w:tcPr>
          <w:p w:rsidR="00A02ED4" w:rsidRPr="00C77387" w:rsidRDefault="0019621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Remarks: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D3DFEE"/>
          </w:tcPr>
          <w:p w:rsidR="00A02ED4" w:rsidRPr="00C77387" w:rsidRDefault="00A02ED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</w:tr>
      <w:tr w:rsidR="00DB444E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DB444E" w:rsidRPr="00C77387" w:rsidRDefault="00DB444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DB444E" w:rsidRPr="00C77387" w:rsidRDefault="00DB444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</w:tr>
      <w:tr w:rsidR="00A91BB3" w:rsidRPr="00C7738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Additional Invitations Procedure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A91BB3" w:rsidRPr="00C77387" w:rsidRDefault="0055702F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no</w:t>
            </w:r>
          </w:p>
        </w:tc>
      </w:tr>
      <w:tr w:rsidR="00A91BB3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Eligibility Conditions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A91BB3" w:rsidRPr="00C77387" w:rsidRDefault="0055702F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Members of FAI</w:t>
            </w:r>
          </w:p>
        </w:tc>
      </w:tr>
      <w:tr w:rsidR="00A91BB3" w:rsidRPr="00C7738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Registration M</w:t>
            </w:r>
            <w:r w:rsidR="005B6568"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ethod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 and Details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(mail, fax, email, online)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A91BB3" w:rsidRPr="00C77387" w:rsidRDefault="0055702F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online</w:t>
            </w:r>
          </w:p>
        </w:tc>
      </w:tr>
      <w:tr w:rsidR="008211D7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8211D7" w:rsidRPr="00C77387" w:rsidRDefault="008211D7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Official Language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8211D7" w:rsidRPr="00C77387" w:rsidRDefault="0055702F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English</w:t>
            </w:r>
          </w:p>
        </w:tc>
        <w:tc>
          <w:tcPr>
            <w:tcW w:w="2042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8211D7" w:rsidRPr="00C77387" w:rsidRDefault="008211D7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Protest Fee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(amount, currency)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auto"/>
          </w:tcPr>
          <w:p w:rsidR="008211D7" w:rsidRPr="00C77387" w:rsidRDefault="0055702F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100 EUR</w:t>
            </w:r>
          </w:p>
        </w:tc>
      </w:tr>
      <w:tr w:rsidR="00B52987" w:rsidRPr="00D40DE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B52987" w:rsidRPr="00C77387" w:rsidRDefault="00B52987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Proposed Jury members</w:t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(a</w:t>
            </w:r>
            <w:r w:rsidR="00F24100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t least 6 names for the Plenary at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the year of the event)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D3DFEE"/>
          </w:tcPr>
          <w:p w:rsidR="00B52987" w:rsidRPr="00AA486C" w:rsidRDefault="00B52987" w:rsidP="00C77387">
            <w:pPr>
              <w:spacing w:before="60" w:after="60"/>
              <w:rPr>
                <w:rFonts w:ascii="Arial Narrow" w:hAnsi="Arial Narrow" w:cs="Arial"/>
                <w:b/>
                <w:bCs/>
                <w:noProof/>
                <w:sz w:val="16"/>
                <w:szCs w:val="18"/>
                <w:lang w:val="en-GB"/>
              </w:rPr>
            </w:pPr>
            <w:r w:rsidRPr="00AA486C">
              <w:rPr>
                <w:rFonts w:ascii="Arial Narrow" w:hAnsi="Arial Narrow" w:cs="Arial"/>
                <w:b/>
                <w:bCs/>
                <w:noProof/>
                <w:sz w:val="16"/>
                <w:szCs w:val="18"/>
                <w:lang w:val="en-GB"/>
              </w:rPr>
              <w:t>1</w:t>
            </w:r>
            <w:r w:rsidR="00CA16E2" w:rsidRPr="00AA486C">
              <w:rPr>
                <w:rFonts w:ascii="Arial Narrow" w:hAnsi="Arial Narrow" w:cs="Arial"/>
                <w:b/>
                <w:bCs/>
                <w:noProof/>
                <w:sz w:val="16"/>
                <w:szCs w:val="18"/>
                <w:lang w:val="en-GB"/>
              </w:rPr>
              <w:t xml:space="preserve"> Jean Claude Weber</w:t>
            </w:r>
            <w:r w:rsidR="00BB5EEF">
              <w:rPr>
                <w:rFonts w:ascii="Arial Narrow" w:hAnsi="Arial Narrow" w:cs="Arial"/>
                <w:b/>
                <w:bCs/>
                <w:noProof/>
                <w:sz w:val="16"/>
                <w:szCs w:val="18"/>
                <w:lang w:val="en-GB"/>
              </w:rPr>
              <w:t>, president</w:t>
            </w:r>
          </w:p>
          <w:p w:rsidR="00B52987" w:rsidRPr="00C77387" w:rsidRDefault="00B52987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2.</w:t>
            </w:r>
            <w:r w:rsidR="00CA16E2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 Hans Akerstedt</w:t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 </w:t>
            </w:r>
          </w:p>
        </w:tc>
        <w:tc>
          <w:tcPr>
            <w:tcW w:w="2609" w:type="dxa"/>
            <w:gridSpan w:val="5"/>
            <w:tcBorders>
              <w:left w:val="nil"/>
              <w:right w:val="nil"/>
            </w:tcBorders>
            <w:shd w:val="clear" w:color="auto" w:fill="D3DFEE"/>
          </w:tcPr>
          <w:p w:rsidR="00B52987" w:rsidRPr="00C77387" w:rsidRDefault="00B52987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3. </w:t>
            </w:r>
            <w:r w:rsidR="00CA16E2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Jakob Burkard</w:t>
            </w:r>
          </w:p>
          <w:p w:rsidR="00B52987" w:rsidRPr="00C77387" w:rsidRDefault="00B52987" w:rsidP="00AA486C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4. </w:t>
            </w:r>
            <w:r w:rsidR="00AA486C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Johann Fürstner</w:t>
            </w:r>
          </w:p>
        </w:tc>
        <w:tc>
          <w:tcPr>
            <w:tcW w:w="2266" w:type="dxa"/>
            <w:tcBorders>
              <w:left w:val="nil"/>
            </w:tcBorders>
            <w:shd w:val="clear" w:color="auto" w:fill="D3DFEE"/>
          </w:tcPr>
          <w:p w:rsidR="00B52987" w:rsidRPr="00AA486C" w:rsidRDefault="00B52987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fr-CH"/>
              </w:rPr>
            </w:pPr>
            <w:r w:rsidRPr="00AA486C">
              <w:rPr>
                <w:rFonts w:ascii="Arial Narrow" w:hAnsi="Arial Narrow" w:cs="Arial"/>
                <w:bCs/>
                <w:noProof/>
                <w:sz w:val="16"/>
                <w:szCs w:val="18"/>
                <w:lang w:val="fr-CH"/>
              </w:rPr>
              <w:t xml:space="preserve">5. </w:t>
            </w:r>
            <w:r w:rsidR="00AA486C" w:rsidRPr="00AA486C">
              <w:rPr>
                <w:rFonts w:ascii="Arial Narrow" w:hAnsi="Arial Narrow" w:cs="Arial"/>
                <w:bCs/>
                <w:noProof/>
                <w:sz w:val="16"/>
                <w:szCs w:val="18"/>
                <w:lang w:val="fr-CH"/>
              </w:rPr>
              <w:t>Moniek Van de Velde</w:t>
            </w:r>
          </w:p>
          <w:p w:rsidR="00B52987" w:rsidRPr="00AA486C" w:rsidRDefault="00B52987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fr-CH"/>
              </w:rPr>
            </w:pPr>
            <w:r w:rsidRPr="00AA486C">
              <w:rPr>
                <w:rFonts w:ascii="Arial Narrow" w:hAnsi="Arial Narrow" w:cs="Arial"/>
                <w:bCs/>
                <w:noProof/>
                <w:sz w:val="16"/>
                <w:szCs w:val="18"/>
                <w:lang w:val="fr-CH"/>
              </w:rPr>
              <w:t xml:space="preserve">6. </w:t>
            </w:r>
            <w:r w:rsidR="00AA486C" w:rsidRPr="00AA486C">
              <w:rPr>
                <w:rFonts w:ascii="Arial Narrow" w:hAnsi="Arial Narrow" w:cs="Arial"/>
                <w:bCs/>
                <w:noProof/>
                <w:sz w:val="16"/>
                <w:szCs w:val="18"/>
                <w:lang w:val="fr-CH"/>
              </w:rPr>
              <w:t>Risto Jalava</w:t>
            </w:r>
          </w:p>
        </w:tc>
      </w:tr>
    </w:tbl>
    <w:p w:rsidR="00D1283B" w:rsidRPr="00AA486C" w:rsidRDefault="00D1283B" w:rsidP="00F52189">
      <w:pPr>
        <w:jc w:val="right"/>
        <w:rPr>
          <w:lang w:val="fr-CH"/>
        </w:rPr>
      </w:pPr>
    </w:p>
    <w:p w:rsidR="00673844" w:rsidRPr="00673844" w:rsidRDefault="00673844" w:rsidP="00F52189">
      <w:pPr>
        <w:jc w:val="right"/>
      </w:pPr>
    </w:p>
    <w:p w:rsidR="00AC6A83" w:rsidRDefault="00AC6A83" w:rsidP="000F4966">
      <w:pPr>
        <w:jc w:val="right"/>
      </w:pPr>
    </w:p>
    <w:p w:rsidR="00AA486C" w:rsidRDefault="00AA486C">
      <w:r>
        <w:br w:type="page"/>
      </w:r>
    </w:p>
    <w:tbl>
      <w:tblPr>
        <w:tblW w:w="0" w:type="auto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</w:tblBorders>
        <w:tblLook w:val="04A0"/>
      </w:tblPr>
      <w:tblGrid>
        <w:gridCol w:w="2376"/>
        <w:gridCol w:w="1134"/>
        <w:gridCol w:w="1134"/>
        <w:gridCol w:w="187"/>
        <w:gridCol w:w="380"/>
        <w:gridCol w:w="142"/>
        <w:gridCol w:w="848"/>
        <w:gridCol w:w="1278"/>
        <w:gridCol w:w="2263"/>
      </w:tblGrid>
      <w:tr w:rsidR="003B62CD" w:rsidRPr="00C77387" w:rsidTr="00C77387">
        <w:tc>
          <w:tcPr>
            <w:tcW w:w="9742" w:type="dxa"/>
            <w:gridSpan w:val="9"/>
            <w:tcBorders>
              <w:top w:val="single" w:sz="8" w:space="0" w:color="B3CC82"/>
              <w:left w:val="single" w:sz="8" w:space="0" w:color="B3CC82"/>
              <w:bottom w:val="single" w:sz="8" w:space="0" w:color="B3CC82"/>
              <w:right w:val="single" w:sz="8" w:space="0" w:color="B3CC82"/>
            </w:tcBorders>
            <w:shd w:val="clear" w:color="auto" w:fill="9BBB59"/>
          </w:tcPr>
          <w:p w:rsidR="003B62CD" w:rsidRPr="00C77387" w:rsidRDefault="002C4879" w:rsidP="00C77387">
            <w:pPr>
              <w:spacing w:before="60" w:after="60"/>
              <w:rPr>
                <w:rFonts w:ascii="Arial Narrow" w:hAnsi="Arial Narrow"/>
                <w:b/>
                <w:bCs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/>
                <w:bCs/>
                <w:color w:val="FFFFFF"/>
                <w:sz w:val="18"/>
                <w:szCs w:val="18"/>
              </w:rPr>
              <w:t xml:space="preserve">Section 2 - </w:t>
            </w:r>
            <w:r w:rsidR="003B62CD" w:rsidRPr="00C77387">
              <w:rPr>
                <w:rFonts w:ascii="Arial Narrow" w:hAnsi="Arial Narrow"/>
                <w:b/>
                <w:bCs/>
                <w:color w:val="FFFFFF"/>
                <w:sz w:val="18"/>
                <w:szCs w:val="18"/>
              </w:rPr>
              <w:t>Additional Information</w:t>
            </w:r>
          </w:p>
          <w:p w:rsidR="004F397E" w:rsidRPr="00C77387" w:rsidRDefault="003B62CD" w:rsidP="00C77387">
            <w:pPr>
              <w:spacing w:before="60" w:after="60"/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The information in this section is </w:t>
            </w:r>
            <w:r w:rsidR="007F2C3F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important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for the evaluation of the event </w:t>
            </w:r>
            <w:r w:rsidR="000843CA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in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the Sanction Process</w:t>
            </w:r>
            <w:r w:rsidR="000843CA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. Additionally it provides competitors information on </w:t>
            </w:r>
            <w:r w:rsidR="004F397E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how they can plan their participation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. </w:t>
            </w:r>
            <w:r w:rsidR="000843CA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Therefore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, please fill in </w:t>
            </w:r>
            <w:r w:rsidR="004F397E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all information 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as complete as possible. </w:t>
            </w:r>
          </w:p>
          <w:p w:rsidR="003B62CD" w:rsidRPr="00C77387" w:rsidRDefault="003B62CD" w:rsidP="00C77387">
            <w:pPr>
              <w:spacing w:before="60" w:after="60"/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Changes are allowed </w:t>
            </w:r>
            <w:r w:rsidR="004F397E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after the Sanction is granted only 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in order to improve the event.</w:t>
            </w:r>
          </w:p>
          <w:p w:rsidR="003B62CD" w:rsidRPr="00C77387" w:rsidRDefault="003B62CD" w:rsidP="00C77387">
            <w:pPr>
              <w:spacing w:before="60" w:after="60"/>
              <w:rPr>
                <w:rFonts w:ascii="Arial Narrow" w:hAnsi="Arial Narrow"/>
                <w:bCs/>
                <w:color w:val="FFFFFF"/>
                <w:sz w:val="18"/>
                <w:szCs w:val="18"/>
              </w:rPr>
            </w:pPr>
          </w:p>
        </w:tc>
      </w:tr>
      <w:tr w:rsidR="0037494D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37494D" w:rsidRPr="00C77387" w:rsidRDefault="0037494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Official Event Website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37494D" w:rsidRPr="00C77387" w:rsidRDefault="00670E3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http://www.gordonbennett2016.org</w:t>
            </w:r>
          </w:p>
        </w:tc>
      </w:tr>
      <w:tr w:rsidR="0037494D" w:rsidRPr="00DC648D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37494D" w:rsidRPr="00C77387" w:rsidRDefault="0037494D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Event President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email)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37494D" w:rsidRPr="00DC648D" w:rsidRDefault="00656AC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de-DE"/>
              </w:rPr>
            </w:pPr>
            <w:r w:rsidRPr="00DC648D">
              <w:rPr>
                <w:rFonts w:ascii="Arial Narrow" w:hAnsi="Arial Narrow" w:cs="Arial"/>
                <w:bCs/>
                <w:noProof/>
                <w:sz w:val="18"/>
                <w:szCs w:val="18"/>
                <w:lang w:val="de-DE"/>
              </w:rPr>
              <w:t>Marita KRAFCZYK,</w:t>
            </w:r>
            <w:r w:rsidR="00670E3B">
              <w:rPr>
                <w:rFonts w:ascii="Arial Narrow" w:hAnsi="Arial Narrow" w:cs="Arial"/>
                <w:bCs/>
                <w:noProof/>
                <w:sz w:val="18"/>
                <w:szCs w:val="18"/>
                <w:lang w:val="de-DE"/>
              </w:rPr>
              <w:t xml:space="preserve">e-mail: </w:t>
            </w:r>
            <w:r w:rsidRPr="00DC648D">
              <w:rPr>
                <w:rFonts w:ascii="Arial Narrow" w:hAnsi="Arial Narrow" w:cs="Arial"/>
                <w:bCs/>
                <w:noProof/>
                <w:sz w:val="18"/>
                <w:szCs w:val="18"/>
                <w:lang w:val="de-DE"/>
              </w:rPr>
              <w:t xml:space="preserve"> </w:t>
            </w:r>
            <w:hyperlink r:id="rId10" w:history="1">
              <w:r w:rsidR="00DC648D" w:rsidRPr="00DC648D">
                <w:rPr>
                  <w:rStyle w:val="Collegamentoipertestuale"/>
                  <w:rFonts w:ascii="Arial Narrow" w:hAnsi="Arial Narrow" w:cs="Arial"/>
                  <w:bCs/>
                  <w:noProof/>
                  <w:sz w:val="18"/>
                  <w:szCs w:val="18"/>
                  <w:lang w:val="de-DE"/>
                </w:rPr>
                <w:t>m.krafczyk@dfsv.de</w:t>
              </w:r>
            </w:hyperlink>
          </w:p>
        </w:tc>
      </w:tr>
      <w:tr w:rsidR="00DD07AE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DD07AE" w:rsidRPr="00C77387" w:rsidRDefault="00DD07A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FAI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uthority shown on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DD07AE" w:rsidRPr="00C77387" w:rsidRDefault="00061188" w:rsidP="00061188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Rules   </w:t>
            </w:r>
            <w:r w:rsidR="00670E3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x</w:t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Logo     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Program     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Official documents    </w:t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Other: </w:t>
            </w:r>
          </w:p>
        </w:tc>
      </w:tr>
      <w:tr w:rsidR="00DD07AE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DD07AE" w:rsidRPr="00C77387" w:rsidRDefault="00DD07A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Courtesy Invitations sent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DD07AE" w:rsidRPr="00C77387" w:rsidRDefault="00DD07A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FAI President: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  <w:r w:rsidR="00DC648D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x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Yes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Date: </w:t>
            </w:r>
          </w:p>
          <w:p w:rsidR="00DD07AE" w:rsidRPr="00C77387" w:rsidRDefault="00DD07A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CIA President: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  <w:r w:rsidR="00DC648D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x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Yes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Date: </w:t>
            </w:r>
          </w:p>
          <w:p w:rsidR="00DD07AE" w:rsidRPr="00C77387" w:rsidRDefault="00DD07A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Remarks: </w:t>
            </w:r>
          </w:p>
        </w:tc>
      </w:tr>
      <w:tr w:rsidR="00BF516A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BF516A" w:rsidRPr="00C77387" w:rsidRDefault="00BF516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Event Prizes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ffered and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etails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BF516A" w:rsidRPr="00C77387" w:rsidRDefault="00670E3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TBA</w:t>
            </w:r>
          </w:p>
        </w:tc>
      </w:tr>
      <w:tr w:rsidR="00BF516A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BF516A" w:rsidRPr="00C77387" w:rsidRDefault="00BF516A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Opening Ceremony </w:t>
            </w:r>
            <w:r w:rsidR="0086010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(Location</w:t>
            </w:r>
            <w:r w:rsidR="00860102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&amp; Coordinates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BF516A" w:rsidRPr="00C77387" w:rsidRDefault="00DC648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Hotel Van der Valk,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 Narrow" w:hAnsi="Arial Narrow" w:cs="Arial"/>
                    <w:bCs/>
                    <w:noProof/>
                    <w:sz w:val="18"/>
                    <w:szCs w:val="18"/>
                    <w:lang w:val="en-GB"/>
                  </w:rPr>
                  <w:t>Gladbeck</w:t>
                </w:r>
              </w:smartTag>
            </w:smartTag>
            <w:r w:rsidR="00345AE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– near Launch Field</w:t>
            </w:r>
          </w:p>
        </w:tc>
      </w:tr>
      <w:tr w:rsidR="00BF516A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BF516A" w:rsidRPr="00C77387" w:rsidRDefault="00BF516A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Closing Ceremony / Prize-giving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(Location</w:t>
            </w:r>
            <w:r w:rsidR="00860102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&amp; Coordinates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BF516A" w:rsidRPr="00C77387" w:rsidRDefault="00DC648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Hotel Van der Valk,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 Narrow" w:hAnsi="Arial Narrow" w:cs="Arial"/>
                    <w:bCs/>
                    <w:noProof/>
                    <w:sz w:val="18"/>
                    <w:szCs w:val="18"/>
                    <w:lang w:val="en-GB"/>
                  </w:rPr>
                  <w:t>Gladbeck</w:t>
                </w:r>
              </w:smartTag>
            </w:smartTag>
            <w:r w:rsidR="00161CAD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or other Hotel</w:t>
            </w:r>
          </w:p>
        </w:tc>
      </w:tr>
      <w:tr w:rsidR="00272982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272982" w:rsidRPr="00C77387" w:rsidRDefault="00982CA9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CIA and FAI Protocol will be followed?</w:t>
            </w:r>
          </w:p>
        </w:tc>
        <w:tc>
          <w:tcPr>
            <w:tcW w:w="2455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9A747C" w:rsidRPr="00C77387" w:rsidRDefault="0006118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    </w:t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</w:t>
            </w:r>
          </w:p>
          <w:p w:rsidR="00272982" w:rsidRPr="00C77387" w:rsidRDefault="0027298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Remarks: </w:t>
            </w:r>
          </w:p>
        </w:tc>
        <w:tc>
          <w:tcPr>
            <w:tcW w:w="2648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272982" w:rsidRPr="00C77387" w:rsidRDefault="0027298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The organisers will respect the FAI Environmental Code of Ethics?</w:t>
            </w:r>
          </w:p>
        </w:tc>
        <w:tc>
          <w:tcPr>
            <w:tcW w:w="2263" w:type="dxa"/>
            <w:tcBorders>
              <w:left w:val="nil"/>
            </w:tcBorders>
            <w:shd w:val="clear" w:color="auto" w:fill="auto"/>
          </w:tcPr>
          <w:p w:rsidR="009A747C" w:rsidRPr="00C77387" w:rsidRDefault="0006118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    </w:t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</w:t>
            </w:r>
          </w:p>
          <w:p w:rsidR="00272982" w:rsidRPr="00C77387" w:rsidRDefault="0027298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Remarks:</w:t>
            </w:r>
          </w:p>
        </w:tc>
      </w:tr>
      <w:tr w:rsidR="00F424CF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F424CF" w:rsidRPr="00C77387" w:rsidRDefault="00F424C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Entry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ee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ethod of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ayment and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etails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F424CF" w:rsidRPr="00C77387" w:rsidRDefault="0006118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Money order</w:t>
            </w:r>
            <w:r w:rsidR="00A404D0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    </w:t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Cheque</w:t>
            </w:r>
            <w:r w:rsidR="00A404D0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    </w:t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Cash</w:t>
            </w:r>
            <w:r w:rsidR="00A404D0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    </w:t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Credit card</w:t>
            </w:r>
            <w:r w:rsidR="00A404D0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    </w:t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Other: </w:t>
            </w:r>
          </w:p>
          <w:p w:rsidR="00F424CF" w:rsidRPr="00C77387" w:rsidRDefault="00F424C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Details: </w:t>
            </w:r>
          </w:p>
        </w:tc>
      </w:tr>
      <w:tr w:rsidR="00A73B6D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A73B6D" w:rsidRPr="00C77387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Country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dmission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onditions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(Visa’s required, etc.)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A73B6D" w:rsidRPr="00C77387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A73B6D" w:rsidRPr="007E506A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A73B6D" w:rsidRPr="00C77387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Preferred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lace of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ntry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&amp;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  <w:t>Closest Major Cities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(Special custom clearance</w:t>
            </w:r>
            <w:r w:rsidR="00C873EB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&amp;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</w:t>
            </w:r>
            <w:r w:rsidR="00C873EB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directions and distances to main cities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8B4C13" w:rsidRPr="00061188" w:rsidRDefault="008B4C13" w:rsidP="00061188">
            <w:pPr>
              <w:spacing w:before="60" w:after="60"/>
              <w:ind w:left="360"/>
              <w:rPr>
                <w:rFonts w:ascii="Arial Narrow" w:hAnsi="Arial Narrow" w:cs="Arial"/>
                <w:bCs/>
                <w:noProof/>
                <w:sz w:val="18"/>
                <w:szCs w:val="18"/>
                <w:lang w:val="de-DE"/>
              </w:rPr>
            </w:pPr>
            <w:r w:rsidRPr="00061188">
              <w:rPr>
                <w:rFonts w:ascii="Arial Narrow" w:hAnsi="Arial Narrow" w:cs="Arial"/>
                <w:bCs/>
                <w:noProof/>
                <w:sz w:val="18"/>
                <w:szCs w:val="18"/>
                <w:lang w:val="de-DE"/>
              </w:rPr>
              <w:t>Duesseldorf International Airport</w:t>
            </w:r>
            <w:r w:rsidR="007E506A">
              <w:rPr>
                <w:rFonts w:ascii="Arial Narrow" w:hAnsi="Arial Narrow" w:cs="Arial"/>
                <w:bCs/>
                <w:noProof/>
                <w:sz w:val="18"/>
                <w:szCs w:val="18"/>
                <w:lang w:val="de-DE"/>
              </w:rPr>
              <w:t xml:space="preserve"> (DUS) – 45 km;</w:t>
            </w:r>
            <w:r w:rsidR="00061188">
              <w:rPr>
                <w:rFonts w:ascii="Arial Narrow" w:hAnsi="Arial Narrow" w:cs="Arial"/>
                <w:bCs/>
                <w:noProof/>
                <w:sz w:val="18"/>
                <w:szCs w:val="18"/>
                <w:lang w:val="de-DE"/>
              </w:rPr>
              <w:t xml:space="preserve"> Frankfurt </w:t>
            </w:r>
            <w:r w:rsidR="00061188" w:rsidRPr="00061188">
              <w:rPr>
                <w:rFonts w:ascii="Arial Narrow" w:hAnsi="Arial Narrow" w:cs="Arial"/>
                <w:bCs/>
                <w:noProof/>
                <w:sz w:val="18"/>
                <w:szCs w:val="18"/>
                <w:lang w:val="de-DE"/>
              </w:rPr>
              <w:t>International Airport</w:t>
            </w:r>
            <w:r w:rsidR="00847E31">
              <w:rPr>
                <w:rFonts w:ascii="Arial Narrow" w:hAnsi="Arial Narrow" w:cs="Arial"/>
                <w:bCs/>
                <w:noProof/>
                <w:sz w:val="18"/>
                <w:szCs w:val="18"/>
                <w:lang w:val="de-DE"/>
              </w:rPr>
              <w:t xml:space="preserve"> (FRA</w:t>
            </w:r>
            <w:r w:rsidR="007E506A">
              <w:rPr>
                <w:rFonts w:ascii="Arial Narrow" w:hAnsi="Arial Narrow" w:cs="Arial"/>
                <w:bCs/>
                <w:noProof/>
                <w:sz w:val="18"/>
                <w:szCs w:val="18"/>
                <w:lang w:val="de-DE"/>
              </w:rPr>
              <w:t>) 250 km</w:t>
            </w:r>
          </w:p>
          <w:p w:rsidR="00A73B6D" w:rsidRPr="007E506A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de-DE"/>
              </w:rPr>
            </w:pPr>
          </w:p>
        </w:tc>
      </w:tr>
      <w:tr w:rsidR="00A73B6D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A73B6D" w:rsidRPr="00C77387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Local language 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A73B6D" w:rsidRPr="00C77387" w:rsidRDefault="00656AC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German</w:t>
            </w:r>
          </w:p>
        </w:tc>
      </w:tr>
      <w:tr w:rsidR="00A406B2" w:rsidRPr="00C77387" w:rsidTr="00C77387">
        <w:trPr>
          <w:trHeight w:val="216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E6EED5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Location Description &amp; Characteristics</w:t>
            </w: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General Description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A406B2" w:rsidRPr="00C77387" w:rsidRDefault="0006118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061188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Gardens of Castle Wittringen Gladbeck</w:t>
            </w:r>
          </w:p>
        </w:tc>
      </w:tr>
      <w:tr w:rsidR="00A406B2" w:rsidRPr="00C77387" w:rsidTr="00C77387">
        <w:trPr>
          <w:trHeight w:val="21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Geographic Position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(coordinates of competition map center)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A406B2" w:rsidRPr="00C77387" w:rsidRDefault="0006118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cs="Arial"/>
                <w:color w:val="999999"/>
                <w:sz w:val="17"/>
                <w:szCs w:val="17"/>
                <w:shd w:val="clear" w:color="auto" w:fill="FFFFFF"/>
              </w:rPr>
              <w:t>51.557959, 6.974454</w:t>
            </w:r>
          </w:p>
        </w:tc>
      </w:tr>
      <w:tr w:rsidR="00A406B2" w:rsidRPr="00C77387" w:rsidTr="00C77387">
        <w:trPr>
          <w:trHeight w:val="212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Topography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(mountains, sea, lakes, rivers)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A406B2" w:rsidRPr="00C77387" w:rsidRDefault="0006118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Flat area </w:t>
            </w:r>
          </w:p>
        </w:tc>
      </w:tr>
      <w:tr w:rsidR="00A406B2" w:rsidRPr="00C77387" w:rsidTr="00C77387">
        <w:trPr>
          <w:trHeight w:val="21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Landing Areas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(open fields, wooded area, farming, crops, cattle)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A406B2" w:rsidRPr="00C77387" w:rsidRDefault="00656AC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-.-</w:t>
            </w:r>
          </w:p>
        </w:tc>
      </w:tr>
      <w:tr w:rsidR="00A406B2" w:rsidRPr="00C77387" w:rsidTr="00C77387">
        <w:trPr>
          <w:trHeight w:val="212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Main villages around the flying area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A406B2" w:rsidRPr="00C77387" w:rsidTr="00C77387">
        <w:trPr>
          <w:trHeight w:val="21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Other Description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367F2C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367F2C" w:rsidRPr="00C77387" w:rsidRDefault="00367F2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Additional Common Launch Areas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(coordinates &amp; description)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367F2C" w:rsidRPr="00C77387" w:rsidRDefault="00367F2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367F2C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367F2C" w:rsidRPr="00C77387" w:rsidRDefault="00367F2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Landowner Restrictions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367F2C" w:rsidRPr="00C77387" w:rsidRDefault="00CA16E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no</w:t>
            </w:r>
          </w:p>
        </w:tc>
      </w:tr>
      <w:tr w:rsidR="00367F2C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367F2C" w:rsidRPr="00C77387" w:rsidRDefault="00367F2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Meteorological characteristics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(as expected for the period of the event)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367F2C" w:rsidRPr="00C77387" w:rsidRDefault="00367F2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Weather conditions: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</w:p>
          <w:p w:rsidR="00367F2C" w:rsidRPr="00C77387" w:rsidRDefault="00367F2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Prevailing winds (speed / directions): </w:t>
            </w:r>
            <w:r w:rsidR="00A60AD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mostly from West</w:t>
            </w:r>
          </w:p>
          <w:p w:rsidR="00367F2C" w:rsidRPr="00C77387" w:rsidRDefault="00367F2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Temperatures: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  <w:r w:rsidR="00A60AD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20°C</w:t>
            </w:r>
          </w:p>
          <w:p w:rsidR="00367F2C" w:rsidRPr="00C77387" w:rsidRDefault="00367F2C" w:rsidP="00A60ADB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Sunrise &amp; Sunset time for the first competition day:    </w:t>
            </w:r>
            <w:r w:rsidR="00A60AD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07:30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="00A60AD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- 20:30</w:t>
            </w:r>
          </w:p>
        </w:tc>
      </w:tr>
      <w:tr w:rsidR="00776542" w:rsidRPr="00C77387" w:rsidTr="00C77387">
        <w:trPr>
          <w:trHeight w:val="317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auto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Airspace Structure &amp; Limitations</w:t>
            </w: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NOTAM </w:t>
            </w:r>
            <w:r w:rsidR="00C13F1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escription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776542" w:rsidRPr="00C77387" w:rsidTr="00C77387">
        <w:trPr>
          <w:trHeight w:val="316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Flight </w:t>
            </w:r>
            <w:r w:rsidR="00C13F1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imitations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776542" w:rsidRPr="00C77387" w:rsidTr="00C77387">
        <w:trPr>
          <w:trHeight w:val="316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Number of PZs expected</w:t>
            </w:r>
            <w:r w:rsidR="00367F2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&amp; Descriptions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776542" w:rsidRPr="00C77387" w:rsidTr="00C77387">
        <w:trPr>
          <w:trHeight w:val="316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Competition </w:t>
            </w:r>
            <w:r w:rsidR="00C13F1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rea </w:t>
            </w:r>
            <w:r w:rsidR="00C13F1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ltitude </w:t>
            </w:r>
            <w:r w:rsidR="00C13F1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imitations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776542" w:rsidRPr="00C77387" w:rsidTr="00C77387">
        <w:trPr>
          <w:trHeight w:val="316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Competition </w:t>
            </w:r>
            <w:r w:rsidR="00C13F1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rea </w:t>
            </w:r>
            <w:r w:rsidR="00C13F1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imensions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(based on CLP, in km – north/south &amp; east/west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)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A66E0" w:rsidRPr="00C77387" w:rsidTr="00C77387">
        <w:trPr>
          <w:trHeight w:val="126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E6EED5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lastRenderedPageBreak/>
              <w:t>Competition Map Details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E6EED5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DATUM</w:t>
            </w:r>
          </w:p>
        </w:tc>
        <w:tc>
          <w:tcPr>
            <w:tcW w:w="6232" w:type="dxa"/>
            <w:gridSpan w:val="7"/>
            <w:tcBorders>
              <w:left w:val="nil"/>
            </w:tcBorders>
            <w:shd w:val="clear" w:color="auto" w:fill="E6EED5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A66E0" w:rsidRPr="00C77387" w:rsidTr="00C77387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Scale</w:t>
            </w:r>
          </w:p>
        </w:tc>
        <w:tc>
          <w:tcPr>
            <w:tcW w:w="6232" w:type="dxa"/>
            <w:gridSpan w:val="7"/>
            <w:tcBorders>
              <w:left w:val="nil"/>
            </w:tcBorders>
            <w:shd w:val="clear" w:color="auto" w:fill="auto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A66E0" w:rsidRPr="00C77387" w:rsidTr="00C77387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E6EED5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Grid lines</w:t>
            </w:r>
          </w:p>
        </w:tc>
        <w:tc>
          <w:tcPr>
            <w:tcW w:w="6232" w:type="dxa"/>
            <w:gridSpan w:val="7"/>
            <w:tcBorders>
              <w:left w:val="nil"/>
            </w:tcBorders>
            <w:shd w:val="clear" w:color="auto" w:fill="E6EED5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A66E0" w:rsidRPr="00C77387" w:rsidTr="00C77387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Paper Size</w:t>
            </w:r>
          </w:p>
        </w:tc>
        <w:tc>
          <w:tcPr>
            <w:tcW w:w="6232" w:type="dxa"/>
            <w:gridSpan w:val="7"/>
            <w:tcBorders>
              <w:left w:val="nil"/>
            </w:tcBorders>
            <w:shd w:val="clear" w:color="auto" w:fill="auto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C46888" w:rsidRPr="00C77387" w:rsidTr="00C77387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C46888" w:rsidRPr="00C77387" w:rsidRDefault="00C4688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gridSpan w:val="2"/>
            <w:tcBorders>
              <w:left w:val="nil"/>
              <w:right w:val="nil"/>
            </w:tcBorders>
            <w:shd w:val="clear" w:color="auto" w:fill="E6EED5"/>
          </w:tcPr>
          <w:p w:rsidR="00C46888" w:rsidRPr="00C77387" w:rsidRDefault="00C4688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Electronic Version Available</w:t>
            </w:r>
          </w:p>
        </w:tc>
        <w:tc>
          <w:tcPr>
            <w:tcW w:w="5098" w:type="dxa"/>
            <w:gridSpan w:val="6"/>
            <w:tcBorders>
              <w:left w:val="nil"/>
            </w:tcBorders>
            <w:shd w:val="clear" w:color="auto" w:fill="E6EED5"/>
          </w:tcPr>
          <w:p w:rsidR="00C46888" w:rsidRPr="00C77387" w:rsidRDefault="00C4688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– expected on date:      </w:t>
            </w:r>
          </w:p>
        </w:tc>
      </w:tr>
      <w:tr w:rsidR="00C46888" w:rsidRPr="00C77387" w:rsidTr="00C77387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C46888" w:rsidRPr="00C77387" w:rsidRDefault="00C4688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C46888" w:rsidRPr="00C77387" w:rsidRDefault="00C4688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Electronic Version File Format</w:t>
            </w:r>
          </w:p>
        </w:tc>
        <w:tc>
          <w:tcPr>
            <w:tcW w:w="5098" w:type="dxa"/>
            <w:gridSpan w:val="6"/>
            <w:tcBorders>
              <w:left w:val="nil"/>
            </w:tcBorders>
            <w:shd w:val="clear" w:color="auto" w:fill="auto"/>
          </w:tcPr>
          <w:p w:rsidR="00C46888" w:rsidRPr="00C77387" w:rsidRDefault="00C4688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JPEG 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PNG 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Other:       </w:t>
            </w:r>
          </w:p>
        </w:tc>
      </w:tr>
      <w:tr w:rsidR="001A66E0" w:rsidRPr="00C77387" w:rsidTr="00C77387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E6EED5"/>
          </w:tcPr>
          <w:p w:rsidR="001A66E0" w:rsidRPr="00C77387" w:rsidRDefault="00C13F1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Remarks</w:t>
            </w:r>
          </w:p>
        </w:tc>
        <w:tc>
          <w:tcPr>
            <w:tcW w:w="6232" w:type="dxa"/>
            <w:gridSpan w:val="7"/>
            <w:tcBorders>
              <w:left w:val="nil"/>
            </w:tcBorders>
            <w:shd w:val="clear" w:color="auto" w:fill="E6EED5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A73B6D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A73B6D" w:rsidRPr="00C77387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Driving </w:t>
            </w:r>
            <w:r w:rsidR="00B3116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articularities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(Right hand, left hand, speed limitations, International Driver’s Licen</w:t>
            </w:r>
            <w:r w:rsidR="00B31165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s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e required, etc.)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A60ADB" w:rsidRPr="00DE569B" w:rsidRDefault="00A60ADB" w:rsidP="00A60ADB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DE569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Right hand driving</w:t>
            </w:r>
          </w:p>
          <w:p w:rsidR="00A60ADB" w:rsidRPr="00DE569B" w:rsidRDefault="00A60ADB" w:rsidP="00A60ADB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DE569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Cities: 50</w:t>
            </w:r>
            <w:r w:rsidR="00CA16E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Pr="00DE569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km/h</w:t>
            </w:r>
          </w:p>
          <w:p w:rsidR="00A60ADB" w:rsidRPr="00DE569B" w:rsidRDefault="00A60ADB" w:rsidP="00A60ADB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DE569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All roads: 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10</w:t>
            </w:r>
            <w:r w:rsidRPr="00DE569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0 km/h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(80 km/h with Trailer)</w:t>
            </w:r>
          </w:p>
          <w:p w:rsidR="00A60ADB" w:rsidRPr="00DE569B" w:rsidRDefault="00A60ADB" w:rsidP="00A60ADB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Duals carriage ways: 10</w:t>
            </w:r>
            <w:r w:rsidRPr="00DE569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0 km/h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(80 km/h with Trailer)</w:t>
            </w:r>
          </w:p>
          <w:p w:rsidR="00A60ADB" w:rsidRPr="00DE569B" w:rsidRDefault="00A60ADB" w:rsidP="00A60ADB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DE569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Highways: 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unlimited (80 km/h with Trailer)</w:t>
            </w:r>
          </w:p>
          <w:p w:rsidR="00A60ADB" w:rsidRPr="00DE569B" w:rsidRDefault="00A60ADB" w:rsidP="00A60ADB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DE569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Speed excess is penalized by money and police may take your license away </w:t>
            </w:r>
          </w:p>
          <w:p w:rsidR="00A60ADB" w:rsidRPr="00DE569B" w:rsidRDefault="00A60ADB" w:rsidP="00A60ADB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DE569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Alcoholic limit</w:t>
            </w:r>
            <w:r w:rsidR="00DC648D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Pr="00DE569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=</w:t>
            </w:r>
            <w:r w:rsidR="00DC648D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Pr="00DE569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0,5</w:t>
            </w:r>
            <w:r w:rsidR="00847E3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Pr="00DE569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g/l of blood.</w:t>
            </w:r>
          </w:p>
          <w:p w:rsidR="00A73B6D" w:rsidRPr="00C77387" w:rsidRDefault="00A60ADB" w:rsidP="00A60ADB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DE569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Railway:  Dense network. Excellent infrastructure</w:t>
            </w:r>
          </w:p>
        </w:tc>
      </w:tr>
      <w:tr w:rsidR="00A73B6D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A73B6D" w:rsidRPr="00C77387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Road </w:t>
            </w:r>
            <w:r w:rsidR="00B3116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etwork and </w:t>
            </w:r>
            <w:r w:rsidR="00B3116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nfrastructure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A73B6D" w:rsidRPr="00C77387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F3BBC" w:rsidRPr="00C77387" w:rsidTr="00C77387">
        <w:trPr>
          <w:trHeight w:val="215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auto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Venue </w:t>
            </w:r>
            <w:r w:rsidR="00367F2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escription</w:t>
            </w:r>
            <w:r w:rsidR="0084637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, </w:t>
            </w:r>
            <w:r w:rsidR="00367F2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</w:t>
            </w:r>
            <w:r w:rsidR="0084637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oordinates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&amp; </w:t>
            </w:r>
            <w:r w:rsidR="00367F2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haracteristics</w:t>
            </w: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smartTag w:uri="urn:schemas-microsoft-com:office:smarttags" w:element="place">
              <w:smartTag w:uri="urn:schemas-microsoft-com:office:smarttags" w:element="PlaceName">
                <w:r w:rsidRPr="00C77387">
                  <w:rPr>
                    <w:rFonts w:ascii="Arial Narrow" w:hAnsi="Arial Narrow" w:cs="Arial"/>
                    <w:bCs/>
                    <w:noProof/>
                    <w:sz w:val="18"/>
                    <w:szCs w:val="18"/>
                    <w:lang w:val="en-GB"/>
                  </w:rPr>
                  <w:t>Competition</w:t>
                </w:r>
              </w:smartTag>
              <w:r w:rsidRPr="00C77387">
                <w:rPr>
                  <w:rFonts w:ascii="Arial Narrow" w:hAnsi="Arial Narrow" w:cs="Arial"/>
                  <w:bCs/>
                  <w:noProof/>
                  <w:sz w:val="18"/>
                  <w:szCs w:val="18"/>
                  <w:lang w:val="en-GB"/>
                </w:rPr>
                <w:t xml:space="preserve"> </w:t>
              </w:r>
              <w:smartTag w:uri="urn:schemas-microsoft-com:office:smarttags" w:element="PlaceType">
                <w:r w:rsidRPr="00C77387">
                  <w:rPr>
                    <w:rFonts w:ascii="Arial Narrow" w:hAnsi="Arial Narrow" w:cs="Arial"/>
                    <w:bCs/>
                    <w:noProof/>
                    <w:sz w:val="18"/>
                    <w:szCs w:val="18"/>
                    <w:lang w:val="en-GB"/>
                  </w:rPr>
                  <w:t>Center</w:t>
                </w:r>
              </w:smartTag>
            </w:smartTag>
            <w:r w:rsidR="00F83FE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(coordinates &amp; description)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0F3BBC" w:rsidRPr="00C77387" w:rsidRDefault="00161CA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Hotel Van der Valk,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 Narrow" w:hAnsi="Arial Narrow" w:cs="Arial"/>
                    <w:bCs/>
                    <w:noProof/>
                    <w:sz w:val="18"/>
                    <w:szCs w:val="18"/>
                    <w:lang w:val="en-GB"/>
                  </w:rPr>
                  <w:t>Gladbeck</w:t>
                </w:r>
              </w:smartTag>
            </w:smartTag>
          </w:p>
        </w:tc>
      </w:tr>
      <w:tr w:rsidR="000F3BBC" w:rsidRPr="00C77387" w:rsidTr="00C77387">
        <w:trPr>
          <w:trHeight w:val="210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Briefing Facilities</w:t>
            </w:r>
            <w:r w:rsidR="00F83FE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(coodinates &amp; description – tent, hall, etc.)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0F3BBC" w:rsidRPr="00C77387" w:rsidRDefault="00161CA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Hotel Van der Valk,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 Narrow" w:hAnsi="Arial Narrow" w:cs="Arial"/>
                    <w:bCs/>
                    <w:noProof/>
                    <w:sz w:val="18"/>
                    <w:szCs w:val="18"/>
                    <w:lang w:val="en-GB"/>
                  </w:rPr>
                  <w:t>Gladbeck</w:t>
                </w:r>
              </w:smartTag>
            </w:smartTag>
          </w:p>
        </w:tc>
      </w:tr>
      <w:tr w:rsidR="000F3BBC" w:rsidRPr="00C77387" w:rsidTr="00C77387">
        <w:trPr>
          <w:trHeight w:val="210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Media centre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  <w:t>(description)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0F3BBC" w:rsidRPr="00C77387" w:rsidRDefault="00847E31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Hotel Van der Valk,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 Narrow" w:hAnsi="Arial Narrow" w:cs="Arial"/>
                    <w:bCs/>
                    <w:noProof/>
                    <w:sz w:val="18"/>
                    <w:szCs w:val="18"/>
                    <w:lang w:val="en-GB"/>
                  </w:rPr>
                  <w:t>Gladbeck</w:t>
                </w:r>
              </w:smartTag>
            </w:smartTag>
          </w:p>
        </w:tc>
      </w:tr>
      <w:tr w:rsidR="000F3BBC" w:rsidRPr="00C77387" w:rsidTr="00C77387">
        <w:trPr>
          <w:trHeight w:val="210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Internet connection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0F3BBC" w:rsidRPr="00C77387" w:rsidRDefault="007F590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y</w:t>
            </w:r>
            <w:r w:rsidR="00847E3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es</w:t>
            </w:r>
          </w:p>
        </w:tc>
      </w:tr>
      <w:tr w:rsidR="000F3BBC" w:rsidRPr="00C77387" w:rsidTr="00C77387">
        <w:trPr>
          <w:trHeight w:val="210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Social activities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0F3BBC" w:rsidRPr="00C77387" w:rsidRDefault="007F590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y</w:t>
            </w:r>
            <w:r w:rsidR="00847E3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es</w:t>
            </w:r>
          </w:p>
        </w:tc>
      </w:tr>
      <w:tr w:rsidR="000F3BBC" w:rsidRPr="00C77387" w:rsidTr="00C77387">
        <w:trPr>
          <w:trHeight w:val="210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Other information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744E7A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744E7A" w:rsidRPr="00C77387" w:rsidRDefault="00744E7A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Stewards</w:t>
            </w:r>
            <w:r w:rsidR="005F4FB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5F4FB8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744E7A" w:rsidRPr="00C77387" w:rsidRDefault="00847E31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TBA</w:t>
            </w:r>
          </w:p>
        </w:tc>
      </w:tr>
      <w:tr w:rsidR="00744E7A" w:rsidRPr="007F5900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744E7A" w:rsidRPr="00C77387" w:rsidRDefault="00744E7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Chief </w:t>
            </w:r>
            <w:r w:rsidR="0092263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corer</w:t>
            </w:r>
            <w:r w:rsidR="005F4FB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5F4FB8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</w:t>
            </w:r>
            <w:r w:rsidR="0092263A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744E7A" w:rsidRPr="007F5900" w:rsidRDefault="00A60AD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de-DE"/>
              </w:rPr>
            </w:pPr>
            <w:r w:rsidRPr="007F5900">
              <w:rPr>
                <w:rFonts w:ascii="Arial Narrow" w:hAnsi="Arial Narrow" w:cs="Arial"/>
                <w:bCs/>
                <w:noProof/>
                <w:sz w:val="18"/>
                <w:szCs w:val="18"/>
                <w:lang w:val="de-DE"/>
              </w:rPr>
              <w:t>Stefan HANDL</w:t>
            </w:r>
            <w:r w:rsidR="00847E31" w:rsidRPr="007F5900">
              <w:rPr>
                <w:rFonts w:ascii="Arial Narrow" w:hAnsi="Arial Narrow" w:cs="Arial"/>
                <w:bCs/>
                <w:noProof/>
                <w:sz w:val="18"/>
                <w:szCs w:val="18"/>
                <w:lang w:val="de-DE"/>
              </w:rPr>
              <w:t xml:space="preserve"> - GER</w:t>
            </w:r>
          </w:p>
          <w:p w:rsidR="00627878" w:rsidRPr="007F5900" w:rsidRDefault="00847E31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de-DE"/>
              </w:rPr>
            </w:pPr>
            <w:r w:rsidRPr="007F5900">
              <w:rPr>
                <w:rFonts w:ascii="Arial Narrow" w:hAnsi="Arial Narrow" w:cs="Arial"/>
                <w:bCs/>
                <w:noProof/>
                <w:sz w:val="18"/>
                <w:szCs w:val="18"/>
                <w:lang w:val="de-DE"/>
              </w:rPr>
              <w:t xml:space="preserve">e-mail: </w:t>
            </w:r>
            <w:r w:rsidR="00627878" w:rsidRPr="007F5900">
              <w:rPr>
                <w:rFonts w:ascii="Arial Narrow" w:hAnsi="Arial Narrow" w:cs="Arial"/>
                <w:bCs/>
                <w:noProof/>
                <w:sz w:val="18"/>
                <w:szCs w:val="18"/>
                <w:lang w:val="de-DE"/>
              </w:rPr>
              <w:t>stefan.handl@t-online.de</w:t>
            </w:r>
          </w:p>
        </w:tc>
      </w:tr>
      <w:tr w:rsidR="00744E7A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744E7A" w:rsidRPr="00C77387" w:rsidRDefault="0092263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Chief D</w:t>
            </w:r>
            <w:r w:rsidR="00744E7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ebriefer</w:t>
            </w:r>
            <w:r w:rsidR="005F4FB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5F4FB8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744E7A" w:rsidRPr="00C77387" w:rsidRDefault="007F590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---</w:t>
            </w:r>
          </w:p>
        </w:tc>
      </w:tr>
      <w:tr w:rsidR="00744E7A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744E7A" w:rsidRPr="00C77387" w:rsidRDefault="0092263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Chief O</w:t>
            </w:r>
            <w:r w:rsidR="00744E7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bserver</w:t>
            </w:r>
            <w:r w:rsidR="005F4FB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5F4FB8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744E7A" w:rsidRPr="00C77387" w:rsidRDefault="0062787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-</w:t>
            </w:r>
            <w:r w:rsidR="007F590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--</w:t>
            </w:r>
          </w:p>
        </w:tc>
      </w:tr>
      <w:tr w:rsidR="00744E7A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744E7A" w:rsidRPr="00C77387" w:rsidRDefault="005F4FB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Technical </w:t>
            </w:r>
            <w:r w:rsidR="0092263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upport </w:t>
            </w:r>
            <w:r w:rsidR="0092263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fficer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744E7A" w:rsidRPr="00C77387" w:rsidRDefault="007F590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---</w:t>
            </w:r>
          </w:p>
        </w:tc>
      </w:tr>
      <w:tr w:rsidR="00744E7A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744E7A" w:rsidRPr="00C77387" w:rsidRDefault="00744E7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Scoring </w:t>
            </w:r>
            <w:r w:rsidR="0092263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rogram</w:t>
            </w:r>
            <w:r w:rsidR="005F4FB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5F4FB8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(name, developer, email, brief description, </w:t>
            </w:r>
            <w:r w:rsidR="00774351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last </w:t>
            </w:r>
            <w:r w:rsidR="005F4FB8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FAI events using the program, link for downloading)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744E7A" w:rsidRPr="00C77387" w:rsidRDefault="00A60AD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</w:t>
            </w:r>
            <w:r w:rsidRPr="00006DC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REAT CIRCLE CALCULATION</w:t>
            </w:r>
          </w:p>
        </w:tc>
      </w:tr>
      <w:tr w:rsidR="00062985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Special Arrangements and Assistance for Competitors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(Details on balloon equipment rental services, additional crew available, rent-a-car assistance, accomodation, meals, travel allowance, etc.)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062985" w:rsidRPr="00C77387" w:rsidRDefault="00A60AD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On request</w:t>
            </w:r>
          </w:p>
        </w:tc>
      </w:tr>
      <w:tr w:rsidR="00062985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Equipment Limitations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Special Safety Requirements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Insurance Requirements for Competitors and Details</w:t>
            </w:r>
          </w:p>
        </w:tc>
        <w:tc>
          <w:tcPr>
            <w:tcW w:w="3825" w:type="dxa"/>
            <w:gridSpan w:val="6"/>
            <w:tcBorders>
              <w:left w:val="nil"/>
              <w:right w:val="nil"/>
            </w:tcBorders>
            <w:shd w:val="clear" w:color="auto" w:fill="E6EED5"/>
          </w:tcPr>
          <w:p w:rsidR="00062985" w:rsidRPr="00C77387" w:rsidRDefault="00A60AD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06298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Third party: </w:t>
            </w:r>
          </w:p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Passenger: </w:t>
            </w:r>
          </w:p>
        </w:tc>
        <w:tc>
          <w:tcPr>
            <w:tcW w:w="3541" w:type="dxa"/>
            <w:gridSpan w:val="2"/>
            <w:tcBorders>
              <w:left w:val="nil"/>
            </w:tcBorders>
            <w:shd w:val="clear" w:color="auto" w:fill="E6EED5"/>
          </w:tcPr>
          <w:p w:rsidR="00062985" w:rsidRPr="00C77387" w:rsidRDefault="00A60AD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06298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CSL: </w:t>
            </w:r>
            <w:r w:rsidR="0006298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</w:p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Other: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</w:p>
        </w:tc>
      </w:tr>
      <w:tr w:rsidR="00C97F08" w:rsidRPr="00C77387" w:rsidTr="00C77387">
        <w:trPr>
          <w:trHeight w:val="233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auto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Insurance </w:t>
            </w:r>
            <w:r w:rsidR="00982F0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rovided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  <w:t xml:space="preserve">&amp; </w:t>
            </w:r>
            <w:r w:rsidR="00982F0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overed by </w:t>
            </w:r>
            <w:r w:rsidR="00982F0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rganisers</w:t>
            </w: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Third </w:t>
            </w:r>
            <w:r w:rsidR="00982F0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arty: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:rsidR="00C97F08" w:rsidRPr="00C77387" w:rsidRDefault="00A60AD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yes</w:t>
            </w:r>
          </w:p>
        </w:tc>
      </w:tr>
      <w:tr w:rsidR="00C97F08" w:rsidRPr="00C77387" w:rsidTr="00C77387">
        <w:trPr>
          <w:trHeight w:val="233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C97F08" w:rsidRPr="00C77387" w:rsidRDefault="00C152F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Air Display Public Liability: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:rsidR="00C97F08" w:rsidRPr="00C77387" w:rsidRDefault="00A60AD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yes</w:t>
            </w:r>
          </w:p>
        </w:tc>
      </w:tr>
      <w:tr w:rsidR="00C97F08" w:rsidRPr="00C77387" w:rsidTr="00C77387">
        <w:trPr>
          <w:trHeight w:val="233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C97F08" w:rsidRPr="00C77387" w:rsidRDefault="00C152F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Organisers &amp; </w:t>
            </w:r>
            <w:r w:rsidR="00982F0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Officials On-ground R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isks: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C97F08" w:rsidRPr="00C77387" w:rsidTr="00C77387">
        <w:trPr>
          <w:trHeight w:val="233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C97F08" w:rsidRPr="00C77387" w:rsidRDefault="00C152F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Observer </w:t>
            </w:r>
            <w:r w:rsidR="00982F0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n-board: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C97F08" w:rsidRPr="00C77387" w:rsidTr="00C77387">
        <w:trPr>
          <w:trHeight w:val="233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C97F08" w:rsidRPr="00C77387" w:rsidRDefault="00C152F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Other: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C77387">
        <w:trPr>
          <w:trHeight w:val="76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Travel &amp; accommodation arrangements for officials</w:t>
            </w: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Travel Arrangements: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:rsidR="00062985" w:rsidRPr="00C77387" w:rsidRDefault="007F590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TBA</w:t>
            </w:r>
          </w:p>
        </w:tc>
      </w:tr>
      <w:tr w:rsidR="00062985" w:rsidRPr="00C77387" w:rsidTr="00C77387">
        <w:trPr>
          <w:trHeight w:val="75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Travel Allowance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(amount and currency)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:rsidR="00062985" w:rsidRPr="00C77387" w:rsidRDefault="007F590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yes – real cost</w:t>
            </w:r>
          </w:p>
        </w:tc>
      </w:tr>
      <w:tr w:rsidR="00062985" w:rsidRPr="00C77387" w:rsidTr="00C77387">
        <w:trPr>
          <w:trHeight w:val="75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Vehicles Provided: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:rsidR="00062985" w:rsidRPr="00C77387" w:rsidRDefault="007F590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TBA</w:t>
            </w:r>
          </w:p>
        </w:tc>
      </w:tr>
      <w:tr w:rsidR="00062985" w:rsidRPr="00C77387" w:rsidTr="00C77387">
        <w:trPr>
          <w:trHeight w:val="75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Type of Accommodation: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:rsidR="00062985" w:rsidRPr="00C77387" w:rsidRDefault="00A60AD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Hotel</w:t>
            </w:r>
          </w:p>
        </w:tc>
      </w:tr>
      <w:tr w:rsidR="00062985" w:rsidRPr="00C77387" w:rsidTr="00C77387">
        <w:trPr>
          <w:trHeight w:val="75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Meals Provided: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:rsidR="00062985" w:rsidRDefault="009D5174" w:rsidP="009D5174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Yes : </w:t>
            </w:r>
          </w:p>
          <w:p w:rsidR="008B4C13" w:rsidRPr="00627878" w:rsidRDefault="00671CCF" w:rsidP="00627878">
            <w:pPr>
              <w:numPr>
                <w:ilvl w:val="0"/>
                <w:numId w:val="10"/>
              </w:num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Dinner</w:t>
            </w:r>
            <w:r w:rsidR="00627878" w:rsidRPr="00627878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="008B4C13" w:rsidRPr="00627878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Opening/ Awards Ceremony</w:t>
            </w:r>
          </w:p>
          <w:p w:rsidR="008B4C13" w:rsidRPr="009D5174" w:rsidRDefault="008B4C13" w:rsidP="009D5174">
            <w:pPr>
              <w:numPr>
                <w:ilvl w:val="0"/>
                <w:numId w:val="10"/>
              </w:num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de-DE"/>
              </w:rPr>
            </w:pPr>
            <w:r w:rsidRPr="009D5174">
              <w:rPr>
                <w:rFonts w:ascii="Arial Narrow" w:hAnsi="Arial Narrow" w:cs="Arial"/>
                <w:bCs/>
                <w:noProof/>
                <w:sz w:val="18"/>
                <w:szCs w:val="18"/>
                <w:lang w:val="de-DE"/>
              </w:rPr>
              <w:t xml:space="preserve">Welcome Back Party </w:t>
            </w:r>
          </w:p>
          <w:p w:rsidR="008B4C13" w:rsidRPr="009D5174" w:rsidRDefault="008B4C13" w:rsidP="009D5174">
            <w:pPr>
              <w:numPr>
                <w:ilvl w:val="0"/>
                <w:numId w:val="10"/>
              </w:num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de-DE"/>
              </w:rPr>
            </w:pPr>
            <w:r w:rsidRPr="009D5174">
              <w:rPr>
                <w:rFonts w:ascii="Arial Narrow" w:hAnsi="Arial Narrow" w:cs="Arial"/>
                <w:bCs/>
                <w:noProof/>
                <w:sz w:val="18"/>
                <w:szCs w:val="18"/>
                <w:lang w:val="de-DE"/>
              </w:rPr>
              <w:t>Catering on Launch Day</w:t>
            </w:r>
          </w:p>
          <w:p w:rsidR="009D5174" w:rsidRPr="00C77387" w:rsidRDefault="009D5174" w:rsidP="009D5174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C77387">
        <w:trPr>
          <w:trHeight w:val="75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Other Information / Remarks: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:rsidR="009D5174" w:rsidRPr="009D5174" w:rsidRDefault="009D5174" w:rsidP="009D5174">
            <w:pPr>
              <w:numPr>
                <w:ilvl w:val="0"/>
                <w:numId w:val="10"/>
              </w:num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US"/>
              </w:rPr>
            </w:pPr>
            <w:r w:rsidRPr="009D5174">
              <w:rPr>
                <w:rFonts w:ascii="Arial Narrow" w:hAnsi="Arial Narrow" w:cs="Arial"/>
                <w:bCs/>
                <w:noProof/>
                <w:sz w:val="18"/>
                <w:szCs w:val="18"/>
                <w:lang w:val="en-US"/>
              </w:rPr>
              <w:t>„Pilot Pack“  (to be determined)</w:t>
            </w:r>
          </w:p>
          <w:p w:rsidR="00062985" w:rsidRPr="009D5174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US"/>
              </w:rPr>
            </w:pPr>
          </w:p>
        </w:tc>
      </w:tr>
      <w:tr w:rsidR="00062985" w:rsidRPr="00C77387" w:rsidTr="00C77387">
        <w:trPr>
          <w:trHeight w:val="235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Travel &amp; accommodation arrangements for observers</w:t>
            </w: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Travel Arrangements: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:rsidR="00062985" w:rsidRPr="00C77387" w:rsidRDefault="009D517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----</w:t>
            </w:r>
          </w:p>
        </w:tc>
      </w:tr>
      <w:tr w:rsidR="00062985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Travel Allowance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(amount and currency)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:rsidR="00062985" w:rsidRPr="00C77387" w:rsidRDefault="009D517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----</w:t>
            </w:r>
          </w:p>
        </w:tc>
      </w:tr>
      <w:tr w:rsidR="00062985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Vehicles Provided: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:rsidR="00062985" w:rsidRPr="00C77387" w:rsidRDefault="009D517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----</w:t>
            </w:r>
          </w:p>
        </w:tc>
      </w:tr>
      <w:tr w:rsidR="00062985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Type of Accommodation: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:rsidR="00062985" w:rsidRPr="00C77387" w:rsidRDefault="009D517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----</w:t>
            </w:r>
          </w:p>
        </w:tc>
      </w:tr>
      <w:tr w:rsidR="00062985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Meals Provided: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:rsidR="00062985" w:rsidRPr="00C77387" w:rsidRDefault="009D517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----</w:t>
            </w:r>
          </w:p>
        </w:tc>
      </w:tr>
      <w:tr w:rsidR="00062985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Other Information / Remarks: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:rsidR="00062985" w:rsidRPr="00C77387" w:rsidRDefault="009D517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----</w:t>
            </w:r>
          </w:p>
        </w:tc>
      </w:tr>
    </w:tbl>
    <w:p w:rsidR="003B62CD" w:rsidRPr="00BF516A" w:rsidRDefault="003B62CD" w:rsidP="000F4966">
      <w:pPr>
        <w:jc w:val="right"/>
      </w:pPr>
    </w:p>
    <w:p w:rsidR="003B62CD" w:rsidRDefault="003B62CD" w:rsidP="000F4966">
      <w:pPr>
        <w:jc w:val="right"/>
      </w:pPr>
    </w:p>
    <w:p w:rsidR="00EA7B24" w:rsidRPr="00C20217" w:rsidRDefault="00EA7B24" w:rsidP="00EA7B24">
      <w:pPr>
        <w:rPr>
          <w:lang w:val="en-US"/>
        </w:rPr>
      </w:pPr>
    </w:p>
    <w:tbl>
      <w:tblPr>
        <w:tblW w:w="0" w:type="auto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</w:tblBorders>
        <w:tblLook w:val="04A0"/>
      </w:tblPr>
      <w:tblGrid>
        <w:gridCol w:w="2660"/>
        <w:gridCol w:w="2210"/>
        <w:gridCol w:w="2609"/>
        <w:gridCol w:w="2263"/>
      </w:tblGrid>
      <w:tr w:rsidR="00EA7B24" w:rsidRPr="00D40DE7" w:rsidTr="00C77387">
        <w:tc>
          <w:tcPr>
            <w:tcW w:w="9742" w:type="dxa"/>
            <w:gridSpan w:val="4"/>
            <w:tcBorders>
              <w:top w:val="single" w:sz="8" w:space="0" w:color="CF7B79"/>
              <w:left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C0504D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/>
                <w:bCs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/>
                <w:bCs/>
                <w:color w:val="FFFFFF"/>
                <w:sz w:val="18"/>
                <w:szCs w:val="18"/>
              </w:rPr>
              <w:t>For EDS use only</w:t>
            </w:r>
          </w:p>
          <w:p w:rsidR="00525750" w:rsidRPr="00C77387" w:rsidRDefault="00525750" w:rsidP="00C77387">
            <w:pPr>
              <w:spacing w:before="60" w:after="60"/>
              <w:rPr>
                <w:rFonts w:ascii="Arial Narrow" w:hAnsi="Arial Narrow"/>
                <w:bCs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This section if for EDS use only and the Organizer will get an update </w:t>
            </w:r>
            <w:r w:rsidR="00D40DE7" w:rsidRPr="00C77387">
              <w:rPr>
                <w:rFonts w:ascii="Arial Narrow" w:hAnsi="Arial Narrow"/>
                <w:b/>
                <w:bCs/>
                <w:i/>
                <w:color w:val="FFFFFF"/>
                <w:sz w:val="18"/>
                <w:szCs w:val="18"/>
              </w:rPr>
              <w:t xml:space="preserve">when 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change</w:t>
            </w:r>
            <w:r w:rsidR="00D40DE7" w:rsidRPr="00C77387">
              <w:rPr>
                <w:rFonts w:ascii="Arial Narrow" w:hAnsi="Arial Narrow"/>
                <w:b/>
                <w:bCs/>
                <w:i/>
                <w:color w:val="FFFFFF"/>
                <w:sz w:val="18"/>
                <w:szCs w:val="18"/>
              </w:rPr>
              <w:t>s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</w:t>
            </w:r>
            <w:r w:rsidR="00D40DE7" w:rsidRPr="00C77387">
              <w:rPr>
                <w:rFonts w:ascii="Arial Narrow" w:hAnsi="Arial Narrow"/>
                <w:b/>
                <w:bCs/>
                <w:i/>
                <w:color w:val="FFFFFF"/>
                <w:sz w:val="18"/>
                <w:szCs w:val="18"/>
              </w:rPr>
              <w:t xml:space="preserve">are 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made.</w:t>
            </w:r>
          </w:p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EA7B24" w:rsidRPr="00C77387" w:rsidRDefault="00EA7B24" w:rsidP="004B31A4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Document submitted to</w:t>
            </w:r>
            <w:r w:rsidR="004B31A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210" w:type="dxa"/>
            <w:tcBorders>
              <w:left w:val="nil"/>
              <w:right w:val="nil"/>
            </w:tcBorders>
            <w:shd w:val="clear" w:color="auto" w:fill="EFD3D2"/>
          </w:tcPr>
          <w:p w:rsidR="00EA7B24" w:rsidRPr="00C77387" w:rsidRDefault="004B31A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CIA President</w:t>
            </w:r>
          </w:p>
        </w:tc>
        <w:tc>
          <w:tcPr>
            <w:tcW w:w="2609" w:type="dxa"/>
            <w:tcBorders>
              <w:left w:val="nil"/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Date</w:t>
            </w:r>
          </w:p>
        </w:tc>
        <w:tc>
          <w:tcPr>
            <w:tcW w:w="2263" w:type="dxa"/>
            <w:tcBorders>
              <w:lef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Status / Report on new versions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i/>
                <w:sz w:val="16"/>
                <w:szCs w:val="18"/>
              </w:rPr>
            </w:pPr>
            <w:r w:rsidRPr="00C77387">
              <w:rPr>
                <w:rFonts w:ascii="Arial Narrow" w:hAnsi="Arial Narrow"/>
                <w:bCs/>
                <w:sz w:val="18"/>
                <w:szCs w:val="18"/>
              </w:rPr>
              <w:t xml:space="preserve">CIA Technical Delegate </w:t>
            </w:r>
            <w:r w:rsidRPr="00C77387">
              <w:rPr>
                <w:rFonts w:ascii="Arial Narrow" w:hAnsi="Arial Narrow"/>
                <w:bCs/>
                <w:i/>
                <w:sz w:val="16"/>
                <w:szCs w:val="18"/>
              </w:rPr>
              <w:t>(name, email)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EFD3D2"/>
          </w:tcPr>
          <w:p w:rsidR="00EA7B24" w:rsidRPr="00C77387" w:rsidRDefault="004B31A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Sabrina Handl</w:t>
            </w: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sz w:val="18"/>
                <w:szCs w:val="18"/>
              </w:rPr>
              <w:t>NAC Letter of Approval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sz w:val="18"/>
                <w:szCs w:val="18"/>
              </w:rPr>
              <w:t>Organizer Agreement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EFD3D2"/>
          </w:tcPr>
          <w:p w:rsidR="00EA7B24" w:rsidRPr="00C77387" w:rsidRDefault="004B31A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Received and OK</w:t>
            </w: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sz w:val="18"/>
                <w:szCs w:val="18"/>
              </w:rPr>
              <w:t>Event Logo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</w:rPr>
              <w:t>Sanction Fee (CHF)</w:t>
            </w:r>
          </w:p>
        </w:tc>
        <w:tc>
          <w:tcPr>
            <w:tcW w:w="2210" w:type="dxa"/>
            <w:tcBorders>
              <w:left w:val="nil"/>
              <w:right w:val="nil"/>
            </w:tcBorders>
            <w:shd w:val="clear" w:color="auto" w:fill="EFD3D2"/>
          </w:tcPr>
          <w:p w:rsidR="00EA7B24" w:rsidRPr="00C77387" w:rsidRDefault="004B31A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1500</w:t>
            </w:r>
          </w:p>
        </w:tc>
        <w:tc>
          <w:tcPr>
            <w:tcW w:w="2609" w:type="dxa"/>
            <w:tcBorders>
              <w:left w:val="nil"/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Performance Bond Fee (CHF)</w:t>
            </w:r>
          </w:p>
        </w:tc>
        <w:tc>
          <w:tcPr>
            <w:tcW w:w="2263" w:type="dxa"/>
            <w:tcBorders>
              <w:left w:val="nil"/>
            </w:tcBorders>
            <w:shd w:val="clear" w:color="auto" w:fill="EFD3D2"/>
          </w:tcPr>
          <w:p w:rsidR="00EA7B24" w:rsidRPr="00C77387" w:rsidRDefault="004B31A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7000</w:t>
            </w: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Sanction Fee Status 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EA7B24" w:rsidRPr="00C77387" w:rsidRDefault="004B31A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To be paid</w:t>
            </w: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Performance Bond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EFD3D2"/>
          </w:tcPr>
          <w:p w:rsidR="00EA7B24" w:rsidRPr="00C77387" w:rsidRDefault="004B31A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To be paid</w:t>
            </w: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Event Rules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751AD8" w:rsidRPr="00D40DE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751AD8" w:rsidRPr="00C77387" w:rsidRDefault="00751AD8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Jury approved by Plenary</w:t>
            </w:r>
            <w:r w:rsidR="000E25D8"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(names, emails)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EFD3D2"/>
          </w:tcPr>
          <w:p w:rsidR="00751AD8" w:rsidRPr="00C77387" w:rsidRDefault="00751AD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Jury President: </w:t>
            </w:r>
          </w:p>
          <w:p w:rsidR="00751AD8" w:rsidRPr="00C77387" w:rsidRDefault="00751AD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Jury Member:</w:t>
            </w:r>
          </w:p>
          <w:p w:rsidR="00751AD8" w:rsidRPr="00C77387" w:rsidRDefault="00751AD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Jury Member:</w:t>
            </w:r>
          </w:p>
        </w:tc>
      </w:tr>
      <w:tr w:rsidR="00EA7B24" w:rsidRPr="00C7738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CIA Sanction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Approved:  </w:t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 Yes     </w:t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 No             Date: </w:t>
            </w:r>
          </w:p>
        </w:tc>
      </w:tr>
      <w:tr w:rsidR="00B62E5A" w:rsidRPr="00C7738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B62E5A" w:rsidRPr="00C77387" w:rsidRDefault="00B62E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FAI Sanction “Kit”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EFD3D2"/>
          </w:tcPr>
          <w:p w:rsidR="00B62E5A" w:rsidRPr="00C77387" w:rsidRDefault="00B62E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FAI &amp; CIA Flags: </w:t>
            </w:r>
          </w:p>
          <w:p w:rsidR="00B62E5A" w:rsidRPr="00C77387" w:rsidRDefault="00B62E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Medals:</w:t>
            </w:r>
          </w:p>
          <w:p w:rsidR="00B62E5A" w:rsidRPr="00C77387" w:rsidRDefault="00B62E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Diplomas:</w:t>
            </w:r>
          </w:p>
          <w:p w:rsidR="00B62E5A" w:rsidRPr="00C77387" w:rsidRDefault="00B62E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Remarks:</w:t>
            </w:r>
          </w:p>
        </w:tc>
      </w:tr>
      <w:tr w:rsidR="00EA6BB8" w:rsidRPr="00C7738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EA6BB8" w:rsidRPr="00C77387" w:rsidRDefault="00EA6BB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Opening and Closing Ceremonies Agenda Reviewed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EA6BB8" w:rsidRPr="00C77387" w:rsidRDefault="00EA6BB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</w:tbl>
    <w:p w:rsidR="00EA7B24" w:rsidRDefault="00EA7B24" w:rsidP="00EA7B24">
      <w:pPr>
        <w:jc w:val="right"/>
      </w:pPr>
    </w:p>
    <w:sectPr w:rsidR="00EA7B24" w:rsidSect="00400BFF">
      <w:headerReference w:type="default" r:id="rId11"/>
      <w:footerReference w:type="default" r:id="rId12"/>
      <w:pgSz w:w="11906" w:h="16838"/>
      <w:pgMar w:top="893" w:right="1152" w:bottom="1238" w:left="1152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7E7" w:rsidRDefault="009907E7" w:rsidP="00F23738">
      <w:pPr>
        <w:pStyle w:val="Intestazione"/>
      </w:pPr>
      <w:r>
        <w:separator/>
      </w:r>
    </w:p>
  </w:endnote>
  <w:endnote w:type="continuationSeparator" w:id="0">
    <w:p w:rsidR="009907E7" w:rsidRDefault="009907E7" w:rsidP="00F23738">
      <w:pPr>
        <w:pStyle w:val="Intestazion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E31" w:rsidRDefault="00847E31" w:rsidP="003A4E5C">
    <w:pPr>
      <w:pStyle w:val="Pidipagina"/>
      <w:pBdr>
        <w:top w:val="single" w:sz="4" w:space="1" w:color="auto"/>
      </w:pBdr>
      <w:jc w:val="center"/>
      <w:rPr>
        <w:sz w:val="18"/>
        <w:lang w:val="fr-LU"/>
      </w:rPr>
    </w:pPr>
    <w:r>
      <w:rPr>
        <w:sz w:val="18"/>
        <w:lang w:val="fr-LU"/>
      </w:rPr>
      <w:t xml:space="preserve">page </w:t>
    </w:r>
    <w:r>
      <w:rPr>
        <w:rStyle w:val="Numeropagina"/>
        <w:sz w:val="18"/>
      </w:rPr>
      <w:fldChar w:fldCharType="begin"/>
    </w:r>
    <w:r>
      <w:rPr>
        <w:rStyle w:val="Numeropagina"/>
        <w:sz w:val="18"/>
      </w:rPr>
      <w:instrText xml:space="preserve"> PAGE </w:instrText>
    </w:r>
    <w:r>
      <w:rPr>
        <w:rStyle w:val="Numeropagina"/>
        <w:sz w:val="18"/>
      </w:rPr>
      <w:fldChar w:fldCharType="separate"/>
    </w:r>
    <w:r w:rsidR="004B31A4">
      <w:rPr>
        <w:rStyle w:val="Numeropagina"/>
        <w:noProof/>
        <w:sz w:val="18"/>
      </w:rPr>
      <w:t>5</w:t>
    </w:r>
    <w:r>
      <w:rPr>
        <w:rStyle w:val="Numeropagina"/>
        <w:sz w:val="18"/>
      </w:rPr>
      <w:fldChar w:fldCharType="end"/>
    </w:r>
    <w:r>
      <w:rPr>
        <w:rStyle w:val="Numeropagina"/>
        <w:sz w:val="18"/>
      </w:rPr>
      <w:t xml:space="preserve"> of </w:t>
    </w:r>
    <w:r>
      <w:rPr>
        <w:rStyle w:val="Numeropagina"/>
        <w:sz w:val="18"/>
      </w:rPr>
      <w:fldChar w:fldCharType="begin"/>
    </w:r>
    <w:r>
      <w:rPr>
        <w:rStyle w:val="Numeropagina"/>
        <w:sz w:val="18"/>
      </w:rPr>
      <w:instrText xml:space="preserve"> NUMPAGES </w:instrText>
    </w:r>
    <w:r>
      <w:rPr>
        <w:rStyle w:val="Numeropagina"/>
        <w:sz w:val="18"/>
      </w:rPr>
      <w:fldChar w:fldCharType="separate"/>
    </w:r>
    <w:r w:rsidR="004B31A4">
      <w:rPr>
        <w:rStyle w:val="Numeropagina"/>
        <w:noProof/>
        <w:sz w:val="18"/>
      </w:rPr>
      <w:t>5</w:t>
    </w:r>
    <w:r>
      <w:rPr>
        <w:rStyle w:val="Numeropagina"/>
        <w:sz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7E7" w:rsidRDefault="009907E7" w:rsidP="00F23738">
      <w:pPr>
        <w:pStyle w:val="Intestazione"/>
      </w:pPr>
      <w:r>
        <w:separator/>
      </w:r>
    </w:p>
  </w:footnote>
  <w:footnote w:type="continuationSeparator" w:id="0">
    <w:p w:rsidR="009907E7" w:rsidRDefault="009907E7" w:rsidP="00F23738">
      <w:pPr>
        <w:pStyle w:val="Intestazione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ook w:val="04A0"/>
    </w:tblPr>
    <w:tblGrid>
      <w:gridCol w:w="4871"/>
      <w:gridCol w:w="4871"/>
    </w:tblGrid>
    <w:tr w:rsidR="00847E31" w:rsidTr="006C3209">
      <w:tc>
        <w:tcPr>
          <w:tcW w:w="4871" w:type="dxa"/>
        </w:tcPr>
        <w:p w:rsidR="00847E31" w:rsidRPr="006C3209" w:rsidRDefault="00847E31">
          <w:pPr>
            <w:pStyle w:val="Intestazione"/>
            <w:rPr>
              <w:b/>
              <w:bCs/>
              <w:lang w:val="en-GB"/>
            </w:rPr>
          </w:pPr>
          <w:r w:rsidRPr="006C3209">
            <w:rPr>
              <w:b/>
              <w:bCs/>
              <w:lang w:val="en-GB"/>
            </w:rPr>
            <w:t>FAI Ballooning Commission</w:t>
          </w:r>
        </w:p>
      </w:tc>
      <w:tc>
        <w:tcPr>
          <w:tcW w:w="4871" w:type="dxa"/>
        </w:tcPr>
        <w:p w:rsidR="00847E31" w:rsidRPr="006C3209" w:rsidRDefault="00847E31" w:rsidP="00D1283B">
          <w:pPr>
            <w:pStyle w:val="Intestazione"/>
            <w:jc w:val="right"/>
            <w:rPr>
              <w:b/>
              <w:bCs/>
              <w:lang w:val="en-GB"/>
            </w:rPr>
          </w:pPr>
          <w:r w:rsidRPr="006C3209">
            <w:rPr>
              <w:b/>
              <w:bCs/>
              <w:lang w:val="en-GB"/>
            </w:rPr>
            <w:t xml:space="preserve">Event Sanction </w:t>
          </w:r>
          <w:r>
            <w:rPr>
              <w:b/>
              <w:bCs/>
              <w:lang w:val="en-GB"/>
            </w:rPr>
            <w:t>Application</w:t>
          </w:r>
        </w:p>
      </w:tc>
    </w:tr>
  </w:tbl>
  <w:p w:rsidR="00847E31" w:rsidRDefault="00847E31">
    <w:pPr>
      <w:pStyle w:val="Intestazione"/>
      <w:rPr>
        <w:b/>
        <w:bCs/>
        <w:lang w:val="en-GB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53BF1"/>
    <w:multiLevelType w:val="hybridMultilevel"/>
    <w:tmpl w:val="78B400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E102DF"/>
    <w:multiLevelType w:val="hybridMultilevel"/>
    <w:tmpl w:val="BE3A50C0"/>
    <w:lvl w:ilvl="0" w:tplc="53A8BDF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A8986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F00AE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B0D08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E46E1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46F0D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32BF8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7495E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4AA93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3A5900"/>
    <w:multiLevelType w:val="hybridMultilevel"/>
    <w:tmpl w:val="8E7EDFFC"/>
    <w:lvl w:ilvl="0" w:tplc="508C5C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057874"/>
    <w:multiLevelType w:val="hybridMultilevel"/>
    <w:tmpl w:val="7786BAB8"/>
    <w:lvl w:ilvl="0" w:tplc="D35E448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40FE7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BC17E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CA2AA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28371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04AA2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FA4BB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8CAC8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EAC60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6681045"/>
    <w:multiLevelType w:val="multilevel"/>
    <w:tmpl w:val="5DFE7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931E05"/>
    <w:multiLevelType w:val="hybridMultilevel"/>
    <w:tmpl w:val="B02886EE"/>
    <w:lvl w:ilvl="0" w:tplc="CAF6F48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94B52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EAD24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52B1D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C86D6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D0693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EC8EF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32ACB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E6195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7FB01DC"/>
    <w:multiLevelType w:val="hybridMultilevel"/>
    <w:tmpl w:val="1186AC80"/>
    <w:lvl w:ilvl="0" w:tplc="248A3DE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00A35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EEEC9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A8A5D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069FF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3A65EB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3A23F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8E6FC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EE760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4321CA4"/>
    <w:multiLevelType w:val="hybridMultilevel"/>
    <w:tmpl w:val="D196F712"/>
    <w:lvl w:ilvl="0" w:tplc="04C2FE1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8267C7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5EE4C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8E315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AD3D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04916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4CE84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203A0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DEAD1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5C45B82"/>
    <w:multiLevelType w:val="hybridMultilevel"/>
    <w:tmpl w:val="B79C6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CE307F"/>
    <w:multiLevelType w:val="hybridMultilevel"/>
    <w:tmpl w:val="790A1980"/>
    <w:lvl w:ilvl="0" w:tplc="8266E95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4E83A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D2C53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06386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CEB31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26122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FC43C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B92305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921CC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0"/>
  </w:num>
  <w:num w:numId="5">
    <w:abstractNumId w:val="5"/>
  </w:num>
  <w:num w:numId="6">
    <w:abstractNumId w:val="7"/>
  </w:num>
  <w:num w:numId="7">
    <w:abstractNumId w:val="1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9BC"/>
    <w:rsid w:val="00000D69"/>
    <w:rsid w:val="0001212F"/>
    <w:rsid w:val="0001360B"/>
    <w:rsid w:val="000233A4"/>
    <w:rsid w:val="00025347"/>
    <w:rsid w:val="00043FC8"/>
    <w:rsid w:val="00055FFB"/>
    <w:rsid w:val="00057650"/>
    <w:rsid w:val="000604CE"/>
    <w:rsid w:val="0006090A"/>
    <w:rsid w:val="00061188"/>
    <w:rsid w:val="000621DB"/>
    <w:rsid w:val="00062985"/>
    <w:rsid w:val="000631A7"/>
    <w:rsid w:val="00071087"/>
    <w:rsid w:val="00077082"/>
    <w:rsid w:val="000843CA"/>
    <w:rsid w:val="00093DB1"/>
    <w:rsid w:val="000A57F0"/>
    <w:rsid w:val="000B2B56"/>
    <w:rsid w:val="000E25D8"/>
    <w:rsid w:val="000F3BBC"/>
    <w:rsid w:val="000F4966"/>
    <w:rsid w:val="00104996"/>
    <w:rsid w:val="00111970"/>
    <w:rsid w:val="00115DA7"/>
    <w:rsid w:val="0011783D"/>
    <w:rsid w:val="00121512"/>
    <w:rsid w:val="00124964"/>
    <w:rsid w:val="0014144B"/>
    <w:rsid w:val="001430BE"/>
    <w:rsid w:val="00161CAD"/>
    <w:rsid w:val="0017305C"/>
    <w:rsid w:val="0017476E"/>
    <w:rsid w:val="00175B77"/>
    <w:rsid w:val="0018205F"/>
    <w:rsid w:val="0019621D"/>
    <w:rsid w:val="001A66E0"/>
    <w:rsid w:val="001A79A0"/>
    <w:rsid w:val="001A7A85"/>
    <w:rsid w:val="001B05AC"/>
    <w:rsid w:val="001C26D0"/>
    <w:rsid w:val="001C44AF"/>
    <w:rsid w:val="001C7C75"/>
    <w:rsid w:val="001E0EEF"/>
    <w:rsid w:val="001F539C"/>
    <w:rsid w:val="00203A17"/>
    <w:rsid w:val="00213990"/>
    <w:rsid w:val="002158AF"/>
    <w:rsid w:val="0023007E"/>
    <w:rsid w:val="00264644"/>
    <w:rsid w:val="00272982"/>
    <w:rsid w:val="00276E0F"/>
    <w:rsid w:val="00280967"/>
    <w:rsid w:val="002811A9"/>
    <w:rsid w:val="002A4FBA"/>
    <w:rsid w:val="002C2722"/>
    <w:rsid w:val="002C4879"/>
    <w:rsid w:val="002C5F7D"/>
    <w:rsid w:val="002F327C"/>
    <w:rsid w:val="00305AC9"/>
    <w:rsid w:val="00316AB9"/>
    <w:rsid w:val="00321D8F"/>
    <w:rsid w:val="00322476"/>
    <w:rsid w:val="00322F53"/>
    <w:rsid w:val="00323231"/>
    <w:rsid w:val="00324EC4"/>
    <w:rsid w:val="003321EB"/>
    <w:rsid w:val="00335A6B"/>
    <w:rsid w:val="00345AE3"/>
    <w:rsid w:val="00367F2C"/>
    <w:rsid w:val="0037494D"/>
    <w:rsid w:val="0039234C"/>
    <w:rsid w:val="00397FC9"/>
    <w:rsid w:val="003A4E5C"/>
    <w:rsid w:val="003A621B"/>
    <w:rsid w:val="003A7450"/>
    <w:rsid w:val="003B62CD"/>
    <w:rsid w:val="003B66E6"/>
    <w:rsid w:val="003D010E"/>
    <w:rsid w:val="003D5D11"/>
    <w:rsid w:val="00400BFF"/>
    <w:rsid w:val="0040480D"/>
    <w:rsid w:val="00406989"/>
    <w:rsid w:val="0042651A"/>
    <w:rsid w:val="00432A5A"/>
    <w:rsid w:val="00433641"/>
    <w:rsid w:val="00437958"/>
    <w:rsid w:val="00456D2C"/>
    <w:rsid w:val="0047046F"/>
    <w:rsid w:val="00476332"/>
    <w:rsid w:val="00480B4A"/>
    <w:rsid w:val="004819C6"/>
    <w:rsid w:val="00491684"/>
    <w:rsid w:val="004B31A4"/>
    <w:rsid w:val="004D7C1D"/>
    <w:rsid w:val="004E4195"/>
    <w:rsid w:val="004E4587"/>
    <w:rsid w:val="004F397E"/>
    <w:rsid w:val="004F79BC"/>
    <w:rsid w:val="004F7B87"/>
    <w:rsid w:val="00505D5D"/>
    <w:rsid w:val="00507E9C"/>
    <w:rsid w:val="00513B0E"/>
    <w:rsid w:val="00516E23"/>
    <w:rsid w:val="00524987"/>
    <w:rsid w:val="005254BE"/>
    <w:rsid w:val="00525750"/>
    <w:rsid w:val="00526135"/>
    <w:rsid w:val="00530598"/>
    <w:rsid w:val="00532E83"/>
    <w:rsid w:val="00542837"/>
    <w:rsid w:val="005531C3"/>
    <w:rsid w:val="00553750"/>
    <w:rsid w:val="0055702F"/>
    <w:rsid w:val="005579E6"/>
    <w:rsid w:val="0057114D"/>
    <w:rsid w:val="00571F86"/>
    <w:rsid w:val="00581410"/>
    <w:rsid w:val="00584C16"/>
    <w:rsid w:val="005912A3"/>
    <w:rsid w:val="00597FB8"/>
    <w:rsid w:val="005A3CD1"/>
    <w:rsid w:val="005B2911"/>
    <w:rsid w:val="005B6568"/>
    <w:rsid w:val="005C677C"/>
    <w:rsid w:val="005C735D"/>
    <w:rsid w:val="005E3359"/>
    <w:rsid w:val="005F311E"/>
    <w:rsid w:val="005F4312"/>
    <w:rsid w:val="005F4FB8"/>
    <w:rsid w:val="005F716B"/>
    <w:rsid w:val="00607DAC"/>
    <w:rsid w:val="00613E0C"/>
    <w:rsid w:val="00627878"/>
    <w:rsid w:val="006318D7"/>
    <w:rsid w:val="00632250"/>
    <w:rsid w:val="00645E88"/>
    <w:rsid w:val="006536C2"/>
    <w:rsid w:val="00656ACD"/>
    <w:rsid w:val="00663385"/>
    <w:rsid w:val="00663FA1"/>
    <w:rsid w:val="00670A0D"/>
    <w:rsid w:val="00670BF8"/>
    <w:rsid w:val="00670E3B"/>
    <w:rsid w:val="00671CCF"/>
    <w:rsid w:val="00673844"/>
    <w:rsid w:val="00690561"/>
    <w:rsid w:val="006907DE"/>
    <w:rsid w:val="006A0ABD"/>
    <w:rsid w:val="006A0F46"/>
    <w:rsid w:val="006A6DFE"/>
    <w:rsid w:val="006A704B"/>
    <w:rsid w:val="006B6AC4"/>
    <w:rsid w:val="006C3209"/>
    <w:rsid w:val="006C65CE"/>
    <w:rsid w:val="006E269F"/>
    <w:rsid w:val="006E5EF6"/>
    <w:rsid w:val="006F2E1A"/>
    <w:rsid w:val="00705FD3"/>
    <w:rsid w:val="00710AC9"/>
    <w:rsid w:val="00716BA2"/>
    <w:rsid w:val="0073727E"/>
    <w:rsid w:val="007376C0"/>
    <w:rsid w:val="007445E6"/>
    <w:rsid w:val="00744E7A"/>
    <w:rsid w:val="00750EE6"/>
    <w:rsid w:val="00751AD8"/>
    <w:rsid w:val="00756306"/>
    <w:rsid w:val="0077080D"/>
    <w:rsid w:val="00774351"/>
    <w:rsid w:val="00774EC6"/>
    <w:rsid w:val="00776542"/>
    <w:rsid w:val="00784CE7"/>
    <w:rsid w:val="007A34C3"/>
    <w:rsid w:val="007A3CD7"/>
    <w:rsid w:val="007B058A"/>
    <w:rsid w:val="007B5D67"/>
    <w:rsid w:val="007B636E"/>
    <w:rsid w:val="007C1143"/>
    <w:rsid w:val="007C29AD"/>
    <w:rsid w:val="007C50C7"/>
    <w:rsid w:val="007E0143"/>
    <w:rsid w:val="007E506A"/>
    <w:rsid w:val="007E71FD"/>
    <w:rsid w:val="007E731A"/>
    <w:rsid w:val="007F2C3F"/>
    <w:rsid w:val="007F391E"/>
    <w:rsid w:val="007F5900"/>
    <w:rsid w:val="00803642"/>
    <w:rsid w:val="008043DD"/>
    <w:rsid w:val="008144BA"/>
    <w:rsid w:val="008211D7"/>
    <w:rsid w:val="00824891"/>
    <w:rsid w:val="00826892"/>
    <w:rsid w:val="00830AAE"/>
    <w:rsid w:val="0083460C"/>
    <w:rsid w:val="00844B1D"/>
    <w:rsid w:val="00846375"/>
    <w:rsid w:val="00847E31"/>
    <w:rsid w:val="00860102"/>
    <w:rsid w:val="00862B47"/>
    <w:rsid w:val="00864F48"/>
    <w:rsid w:val="00866D8B"/>
    <w:rsid w:val="00872B2F"/>
    <w:rsid w:val="0087403A"/>
    <w:rsid w:val="008811E7"/>
    <w:rsid w:val="008815F9"/>
    <w:rsid w:val="008824FB"/>
    <w:rsid w:val="008841B7"/>
    <w:rsid w:val="0088703B"/>
    <w:rsid w:val="0089740A"/>
    <w:rsid w:val="008A2BD6"/>
    <w:rsid w:val="008A5F51"/>
    <w:rsid w:val="008B4C13"/>
    <w:rsid w:val="008E17E7"/>
    <w:rsid w:val="009014D3"/>
    <w:rsid w:val="00902E59"/>
    <w:rsid w:val="009128B0"/>
    <w:rsid w:val="00914AF1"/>
    <w:rsid w:val="00920554"/>
    <w:rsid w:val="0092263A"/>
    <w:rsid w:val="009263CA"/>
    <w:rsid w:val="00934E78"/>
    <w:rsid w:val="009434F1"/>
    <w:rsid w:val="0096334B"/>
    <w:rsid w:val="00965567"/>
    <w:rsid w:val="00965F0E"/>
    <w:rsid w:val="009663FD"/>
    <w:rsid w:val="00971701"/>
    <w:rsid w:val="00972605"/>
    <w:rsid w:val="00977B0E"/>
    <w:rsid w:val="00980261"/>
    <w:rsid w:val="00982CA9"/>
    <w:rsid w:val="00982F0E"/>
    <w:rsid w:val="00985F6C"/>
    <w:rsid w:val="009907E7"/>
    <w:rsid w:val="009A747C"/>
    <w:rsid w:val="009B24F0"/>
    <w:rsid w:val="009B3C56"/>
    <w:rsid w:val="009B65E4"/>
    <w:rsid w:val="009D3B5B"/>
    <w:rsid w:val="009D4B77"/>
    <w:rsid w:val="009D5174"/>
    <w:rsid w:val="009D6B26"/>
    <w:rsid w:val="009D7ED9"/>
    <w:rsid w:val="009E41DE"/>
    <w:rsid w:val="009F2266"/>
    <w:rsid w:val="00A02ED4"/>
    <w:rsid w:val="00A0607B"/>
    <w:rsid w:val="00A0720A"/>
    <w:rsid w:val="00A31E1C"/>
    <w:rsid w:val="00A36C7C"/>
    <w:rsid w:val="00A404D0"/>
    <w:rsid w:val="00A406B2"/>
    <w:rsid w:val="00A42AAE"/>
    <w:rsid w:val="00A47E80"/>
    <w:rsid w:val="00A60ADB"/>
    <w:rsid w:val="00A73B6D"/>
    <w:rsid w:val="00A770DF"/>
    <w:rsid w:val="00A875A5"/>
    <w:rsid w:val="00A908D9"/>
    <w:rsid w:val="00A91BB3"/>
    <w:rsid w:val="00A96A39"/>
    <w:rsid w:val="00AA2295"/>
    <w:rsid w:val="00AA486C"/>
    <w:rsid w:val="00AC41BF"/>
    <w:rsid w:val="00AC6A83"/>
    <w:rsid w:val="00AE4CC6"/>
    <w:rsid w:val="00AF6757"/>
    <w:rsid w:val="00AF676A"/>
    <w:rsid w:val="00B1581C"/>
    <w:rsid w:val="00B162C0"/>
    <w:rsid w:val="00B1630D"/>
    <w:rsid w:val="00B218E0"/>
    <w:rsid w:val="00B22FCF"/>
    <w:rsid w:val="00B24B54"/>
    <w:rsid w:val="00B27670"/>
    <w:rsid w:val="00B27E2C"/>
    <w:rsid w:val="00B31165"/>
    <w:rsid w:val="00B52987"/>
    <w:rsid w:val="00B54676"/>
    <w:rsid w:val="00B62E5A"/>
    <w:rsid w:val="00B63921"/>
    <w:rsid w:val="00B63C71"/>
    <w:rsid w:val="00B80207"/>
    <w:rsid w:val="00B802F7"/>
    <w:rsid w:val="00B85C6A"/>
    <w:rsid w:val="00BA112A"/>
    <w:rsid w:val="00BA720D"/>
    <w:rsid w:val="00BB02EF"/>
    <w:rsid w:val="00BB2173"/>
    <w:rsid w:val="00BB525F"/>
    <w:rsid w:val="00BB5EEF"/>
    <w:rsid w:val="00BB6EA7"/>
    <w:rsid w:val="00BC7133"/>
    <w:rsid w:val="00BC7E00"/>
    <w:rsid w:val="00BF1891"/>
    <w:rsid w:val="00BF1C00"/>
    <w:rsid w:val="00BF516A"/>
    <w:rsid w:val="00C0237B"/>
    <w:rsid w:val="00C13F16"/>
    <w:rsid w:val="00C152F8"/>
    <w:rsid w:val="00C20217"/>
    <w:rsid w:val="00C24862"/>
    <w:rsid w:val="00C26CE2"/>
    <w:rsid w:val="00C31AB2"/>
    <w:rsid w:val="00C32953"/>
    <w:rsid w:val="00C35253"/>
    <w:rsid w:val="00C3755A"/>
    <w:rsid w:val="00C46888"/>
    <w:rsid w:val="00C46B45"/>
    <w:rsid w:val="00C54125"/>
    <w:rsid w:val="00C54232"/>
    <w:rsid w:val="00C56664"/>
    <w:rsid w:val="00C641C0"/>
    <w:rsid w:val="00C74731"/>
    <w:rsid w:val="00C77387"/>
    <w:rsid w:val="00C84945"/>
    <w:rsid w:val="00C86E80"/>
    <w:rsid w:val="00C873EB"/>
    <w:rsid w:val="00C9584B"/>
    <w:rsid w:val="00C97F08"/>
    <w:rsid w:val="00CA16E2"/>
    <w:rsid w:val="00CB2947"/>
    <w:rsid w:val="00CB724D"/>
    <w:rsid w:val="00CC64EE"/>
    <w:rsid w:val="00CD1E3B"/>
    <w:rsid w:val="00CD1F22"/>
    <w:rsid w:val="00CD2095"/>
    <w:rsid w:val="00CD406E"/>
    <w:rsid w:val="00CE3513"/>
    <w:rsid w:val="00CF023A"/>
    <w:rsid w:val="00CF2FE0"/>
    <w:rsid w:val="00D017F0"/>
    <w:rsid w:val="00D01F3B"/>
    <w:rsid w:val="00D033B5"/>
    <w:rsid w:val="00D114C6"/>
    <w:rsid w:val="00D1283B"/>
    <w:rsid w:val="00D266BC"/>
    <w:rsid w:val="00D31A36"/>
    <w:rsid w:val="00D40DE7"/>
    <w:rsid w:val="00D435AB"/>
    <w:rsid w:val="00D56EB7"/>
    <w:rsid w:val="00D7648B"/>
    <w:rsid w:val="00D82056"/>
    <w:rsid w:val="00D82F7D"/>
    <w:rsid w:val="00DA218E"/>
    <w:rsid w:val="00DA4827"/>
    <w:rsid w:val="00DB444E"/>
    <w:rsid w:val="00DB61E5"/>
    <w:rsid w:val="00DC0DE1"/>
    <w:rsid w:val="00DC648D"/>
    <w:rsid w:val="00DD07AE"/>
    <w:rsid w:val="00DD581C"/>
    <w:rsid w:val="00DE68EB"/>
    <w:rsid w:val="00DF277D"/>
    <w:rsid w:val="00E06503"/>
    <w:rsid w:val="00E0782F"/>
    <w:rsid w:val="00E17829"/>
    <w:rsid w:val="00E40366"/>
    <w:rsid w:val="00E72C42"/>
    <w:rsid w:val="00E8604E"/>
    <w:rsid w:val="00E878AA"/>
    <w:rsid w:val="00E92678"/>
    <w:rsid w:val="00EA6BB8"/>
    <w:rsid w:val="00EA7B24"/>
    <w:rsid w:val="00EB176A"/>
    <w:rsid w:val="00EB789C"/>
    <w:rsid w:val="00ED1A07"/>
    <w:rsid w:val="00EF2837"/>
    <w:rsid w:val="00EF3570"/>
    <w:rsid w:val="00EF3CC8"/>
    <w:rsid w:val="00EF407A"/>
    <w:rsid w:val="00EF7669"/>
    <w:rsid w:val="00F147FA"/>
    <w:rsid w:val="00F23738"/>
    <w:rsid w:val="00F24100"/>
    <w:rsid w:val="00F314F0"/>
    <w:rsid w:val="00F424CF"/>
    <w:rsid w:val="00F4792B"/>
    <w:rsid w:val="00F52189"/>
    <w:rsid w:val="00F55C82"/>
    <w:rsid w:val="00F627A5"/>
    <w:rsid w:val="00F71D4B"/>
    <w:rsid w:val="00F83FEF"/>
    <w:rsid w:val="00F9108B"/>
    <w:rsid w:val="00F93639"/>
    <w:rsid w:val="00F937CA"/>
    <w:rsid w:val="00F94C2C"/>
    <w:rsid w:val="00FB51B8"/>
    <w:rsid w:val="00FB6FFC"/>
    <w:rsid w:val="00FC3DE8"/>
    <w:rsid w:val="00FC6F8A"/>
    <w:rsid w:val="00FC6FF4"/>
    <w:rsid w:val="00FD4D0A"/>
    <w:rsid w:val="00FD67EC"/>
    <w:rsid w:val="00FF0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327C"/>
    <w:rPr>
      <w:rFonts w:ascii="Arial" w:hAnsi="Arial"/>
      <w:szCs w:val="24"/>
      <w:lang w:val="fr-FR" w:eastAsia="fr-FR"/>
    </w:rPr>
  </w:style>
  <w:style w:type="paragraph" w:styleId="Titolo1">
    <w:name w:val="heading 1"/>
    <w:basedOn w:val="Normale"/>
    <w:next w:val="Normale"/>
    <w:qFormat/>
    <w:rsid w:val="002F327C"/>
    <w:pPr>
      <w:keepNext/>
      <w:jc w:val="center"/>
      <w:outlineLvl w:val="0"/>
    </w:pPr>
    <w:rPr>
      <w:b/>
      <w:bCs/>
      <w:sz w:val="22"/>
      <w:lang w:val="en-GB"/>
    </w:rPr>
  </w:style>
  <w:style w:type="paragraph" w:styleId="Titolo2">
    <w:name w:val="heading 2"/>
    <w:basedOn w:val="Normale"/>
    <w:next w:val="Normale"/>
    <w:qFormat/>
    <w:rsid w:val="002F327C"/>
    <w:pPr>
      <w:keepNext/>
      <w:outlineLvl w:val="1"/>
    </w:pPr>
    <w:rPr>
      <w:rFonts w:cs="Arial"/>
      <w:b/>
      <w:bCs/>
      <w:sz w:val="18"/>
      <w:lang w:val="en-GB"/>
    </w:rPr>
  </w:style>
  <w:style w:type="paragraph" w:styleId="Titolo3">
    <w:name w:val="heading 3"/>
    <w:basedOn w:val="Normale"/>
    <w:next w:val="Normale"/>
    <w:qFormat/>
    <w:rsid w:val="002F327C"/>
    <w:pPr>
      <w:keepNext/>
      <w:outlineLvl w:val="2"/>
    </w:pPr>
    <w:rPr>
      <w:rFonts w:cs="Arial"/>
      <w:b/>
      <w:bCs/>
      <w:noProof/>
      <w:sz w:val="24"/>
      <w:lang w:val="en-GB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2F327C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2F327C"/>
    <w:pPr>
      <w:tabs>
        <w:tab w:val="center" w:pos="4536"/>
        <w:tab w:val="right" w:pos="9072"/>
      </w:tabs>
    </w:pPr>
  </w:style>
  <w:style w:type="character" w:styleId="Numeropagina">
    <w:name w:val="page number"/>
    <w:basedOn w:val="Carpredefinitoparagrafo"/>
    <w:rsid w:val="002F327C"/>
  </w:style>
  <w:style w:type="paragraph" w:styleId="Paragrafoelenco">
    <w:name w:val="List Paragraph"/>
    <w:basedOn w:val="Normale"/>
    <w:uiPriority w:val="34"/>
    <w:qFormat/>
    <w:rsid w:val="00C0237B"/>
    <w:pPr>
      <w:ind w:left="720"/>
      <w:contextualSpacing/>
    </w:pPr>
  </w:style>
  <w:style w:type="table" w:styleId="Grigliatabella">
    <w:name w:val="Table Grid"/>
    <w:basedOn w:val="Tabellanormale"/>
    <w:uiPriority w:val="59"/>
    <w:rsid w:val="00CD1F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nabsatz">
    <w:name w:val="Listenabsatz"/>
    <w:basedOn w:val="Normale"/>
    <w:uiPriority w:val="34"/>
    <w:qFormat/>
    <w:rsid w:val="00397FC9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hAnsi="Times New Roman"/>
      <w:szCs w:val="20"/>
      <w:lang w:val="en-GB"/>
    </w:rPr>
  </w:style>
  <w:style w:type="table" w:customStyle="1" w:styleId="HelleListe-Akzent2">
    <w:name w:val="Helle Liste - Akzent 2"/>
    <w:basedOn w:val="Tabellanormale"/>
    <w:uiPriority w:val="61"/>
    <w:rsid w:val="000F4966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MittlereSchattierung1-Akzent2">
    <w:name w:val="Mittlere Schattierung 1 - Akzent 2"/>
    <w:basedOn w:val="Tabellanormale"/>
    <w:uiPriority w:val="63"/>
    <w:rsid w:val="000F4966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ombreamentoMdio1-nfase1">
    <w:name w:val="Sombreamento Médio 1 - Ênfase 1"/>
    <w:basedOn w:val="Tabellanormale"/>
    <w:uiPriority w:val="63"/>
    <w:rsid w:val="00A0607B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ittlereSchattierung1-Akzent3">
    <w:name w:val="Mittlere Schattierung 1 - Akzent 3"/>
    <w:basedOn w:val="Tabellanormale"/>
    <w:uiPriority w:val="63"/>
    <w:rsid w:val="007F2C3F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Enfasigrassetto">
    <w:name w:val="Strong"/>
    <w:uiPriority w:val="22"/>
    <w:qFormat/>
    <w:rsid w:val="007445E6"/>
    <w:rPr>
      <w:b/>
      <w:bCs/>
    </w:rPr>
  </w:style>
  <w:style w:type="character" w:customStyle="1" w:styleId="apple-converted-space">
    <w:name w:val="apple-converted-space"/>
    <w:rsid w:val="007445E6"/>
  </w:style>
  <w:style w:type="character" w:styleId="Collegamentoipertestuale">
    <w:name w:val="Hyperlink"/>
    <w:uiPriority w:val="99"/>
    <w:unhideWhenUsed/>
    <w:rsid w:val="00043FC8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8716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2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6302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2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8705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94542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5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7035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575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227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5045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203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349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964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6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76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452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992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291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4777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.eimers@carmody.d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we.cia@dfsv.de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m.krafczyk@dfsv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.krafczyk@dfsv.de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JC\Anwendungsdaten\Microsoft\Templates\CIA%20Sanction%20Information%20Formula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CIA Sanction Information Formular</Template>
  <TotalTime>1</TotalTime>
  <Pages>5</Pages>
  <Words>1870</Words>
  <Characters>10665</Characters>
  <Application>Microsoft Office Word</Application>
  <DocSecurity>0</DocSecurity>
  <Lines>88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Required Information</vt:lpstr>
      <vt:lpstr>Required Information</vt:lpstr>
    </vt:vector>
  </TitlesOfParts>
  <Company>PSA</Company>
  <LinksUpToDate>false</LinksUpToDate>
  <CharactersWithSpaces>12510</CharactersWithSpaces>
  <SharedDoc>false</SharedDoc>
  <HLinks>
    <vt:vector size="24" baseType="variant">
      <vt:variant>
        <vt:i4>2818136</vt:i4>
      </vt:variant>
      <vt:variant>
        <vt:i4>43</vt:i4>
      </vt:variant>
      <vt:variant>
        <vt:i4>0</vt:i4>
      </vt:variant>
      <vt:variant>
        <vt:i4>5</vt:i4>
      </vt:variant>
      <vt:variant>
        <vt:lpwstr>mailto:m.krafczyk@dfsv.de</vt:lpwstr>
      </vt:variant>
      <vt:variant>
        <vt:lpwstr/>
      </vt:variant>
      <vt:variant>
        <vt:i4>2818136</vt:i4>
      </vt:variant>
      <vt:variant>
        <vt:i4>34</vt:i4>
      </vt:variant>
      <vt:variant>
        <vt:i4>0</vt:i4>
      </vt:variant>
      <vt:variant>
        <vt:i4>5</vt:i4>
      </vt:variant>
      <vt:variant>
        <vt:lpwstr>mailto:m.krafczyk@dfsv.de</vt:lpwstr>
      </vt:variant>
      <vt:variant>
        <vt:lpwstr/>
      </vt:variant>
      <vt:variant>
        <vt:i4>524408</vt:i4>
      </vt:variant>
      <vt:variant>
        <vt:i4>31</vt:i4>
      </vt:variant>
      <vt:variant>
        <vt:i4>0</vt:i4>
      </vt:variant>
      <vt:variant>
        <vt:i4>5</vt:i4>
      </vt:variant>
      <vt:variant>
        <vt:lpwstr>mailto:s.eimers@carmody.de</vt:lpwstr>
      </vt:variant>
      <vt:variant>
        <vt:lpwstr/>
      </vt:variant>
      <vt:variant>
        <vt:i4>2883662</vt:i4>
      </vt:variant>
      <vt:variant>
        <vt:i4>28</vt:i4>
      </vt:variant>
      <vt:variant>
        <vt:i4>0</vt:i4>
      </vt:variant>
      <vt:variant>
        <vt:i4>5</vt:i4>
      </vt:variant>
      <vt:variant>
        <vt:lpwstr>mailto:uwe.cia@dfsv.de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Required Information</dc:title>
  <dc:creator>JC Weber</dc:creator>
  <cp:lastModifiedBy>Paolo Oggioni</cp:lastModifiedBy>
  <cp:revision>2</cp:revision>
  <cp:lastPrinted>2015-07-14T11:41:00Z</cp:lastPrinted>
  <dcterms:created xsi:type="dcterms:W3CDTF">2015-10-07T13:13:00Z</dcterms:created>
  <dcterms:modified xsi:type="dcterms:W3CDTF">2015-10-07T13:13:00Z</dcterms:modified>
</cp:coreProperties>
</file>